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6F381" w14:textId="227E36A9" w:rsidR="00A078FF" w:rsidRPr="00D3531C" w:rsidRDefault="00025A77" w:rsidP="00025A77">
      <w:pPr>
        <w:tabs>
          <w:tab w:val="left" w:pos="3986"/>
        </w:tabs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sz w:val="20"/>
          <w:szCs w:val="20"/>
          <w:rtl/>
          <w:lang w:bidi="fa-IR"/>
        </w:rPr>
        <w:tab/>
      </w:r>
    </w:p>
    <w:p w14:paraId="08983D6F" w14:textId="77777777" w:rsidR="000252F0" w:rsidRDefault="000252F0" w:rsidP="00A078FF">
      <w:pPr>
        <w:tabs>
          <w:tab w:val="left" w:pos="7016"/>
        </w:tabs>
        <w:rPr>
          <w:rFonts w:cs="B Nazanin"/>
          <w:b/>
          <w:bCs/>
          <w:sz w:val="26"/>
          <w:szCs w:val="26"/>
          <w:rtl/>
          <w:lang w:bidi="fa-IR"/>
        </w:rPr>
      </w:pPr>
    </w:p>
    <w:p w14:paraId="53798D30" w14:textId="77777777" w:rsidR="00642AC1" w:rsidRDefault="00642AC1" w:rsidP="00A078FF">
      <w:pPr>
        <w:tabs>
          <w:tab w:val="left" w:pos="7016"/>
        </w:tabs>
        <w:rPr>
          <w:rFonts w:cs="B Nazanin"/>
          <w:b/>
          <w:bCs/>
          <w:sz w:val="26"/>
          <w:szCs w:val="26"/>
          <w:rtl/>
          <w:lang w:bidi="fa-IR"/>
        </w:rPr>
      </w:pPr>
    </w:p>
    <w:p w14:paraId="7686E78F" w14:textId="00881B49" w:rsidR="00DA3A9E" w:rsidRDefault="00DA3A9E" w:rsidP="005C52AD">
      <w:pPr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008B7758" w14:textId="016E2AD0" w:rsidR="00025A77" w:rsidRPr="00340D61" w:rsidRDefault="00025A77" w:rsidP="005936B4">
      <w:pPr>
        <w:spacing w:line="276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7DA90E12" w14:textId="79EE65C9" w:rsidR="00611847" w:rsidRPr="004351F1" w:rsidRDefault="00D70E81" w:rsidP="004351F1">
      <w:pPr>
        <w:spacing w:line="276" w:lineRule="auto"/>
        <w:jc w:val="center"/>
        <w:rPr>
          <w:rFonts w:cs="B Nazanin"/>
          <w:b/>
          <w:bCs/>
          <w:iCs/>
          <w:u w:val="single"/>
          <w:rtl/>
          <w:lang w:bidi="fa-IR"/>
        </w:rPr>
      </w:pPr>
      <w:r>
        <w:rPr>
          <w:rFonts w:cs="B Nazanin" w:hint="cs"/>
          <w:b/>
          <w:bCs/>
          <w:i/>
          <w:u w:val="single"/>
          <w:rtl/>
        </w:rPr>
        <w:t xml:space="preserve">آگهی فراخوان ارزیابی کیفی </w:t>
      </w:r>
      <w:r w:rsidR="00871265" w:rsidRPr="00186304">
        <w:rPr>
          <w:rFonts w:cs="B Nazanin" w:hint="cs"/>
          <w:b/>
          <w:bCs/>
          <w:i/>
          <w:u w:val="single"/>
          <w:rtl/>
        </w:rPr>
        <w:t xml:space="preserve">مناقصه </w:t>
      </w:r>
      <w:r w:rsidR="00186304" w:rsidRPr="00186304">
        <w:rPr>
          <w:rFonts w:cs="B Nazanin" w:hint="cs"/>
          <w:b/>
          <w:bCs/>
          <w:i/>
          <w:u w:val="single"/>
          <w:rtl/>
        </w:rPr>
        <w:t>عمومی یک مرحله ای</w:t>
      </w:r>
      <w:r w:rsidR="00871265" w:rsidRPr="00186304">
        <w:rPr>
          <w:rFonts w:cs="B Nazanin" w:hint="cs"/>
          <w:b/>
          <w:bCs/>
          <w:i/>
          <w:u w:val="single"/>
          <w:rtl/>
        </w:rPr>
        <w:t xml:space="preserve"> </w:t>
      </w:r>
      <w:r w:rsidR="00871265" w:rsidRPr="00186304">
        <w:rPr>
          <w:rFonts w:cs="B Nazanin" w:hint="cs"/>
          <w:b/>
          <w:bCs/>
          <w:i/>
          <w:u w:val="single"/>
          <w:rtl/>
          <w:lang w:bidi="fa-IR"/>
        </w:rPr>
        <w:t xml:space="preserve">خرید </w:t>
      </w:r>
      <w:r w:rsidR="00871265" w:rsidRPr="00186304">
        <w:rPr>
          <w:rFonts w:cs="B Nazanin"/>
          <w:b/>
          <w:bCs/>
          <w:i/>
          <w:u w:val="single"/>
          <w:rtl/>
          <w:lang w:bidi="fa-IR"/>
        </w:rPr>
        <w:t xml:space="preserve">قطعات </w:t>
      </w:r>
      <w:r w:rsidR="00871265" w:rsidRPr="00186304">
        <w:rPr>
          <w:rFonts w:cs="B Nazanin" w:hint="cs"/>
          <w:b/>
          <w:bCs/>
          <w:i/>
          <w:u w:val="single"/>
          <w:rtl/>
          <w:lang w:bidi="fa-IR"/>
        </w:rPr>
        <w:t>ی</w:t>
      </w:r>
      <w:r w:rsidR="00871265" w:rsidRPr="00186304">
        <w:rPr>
          <w:rFonts w:cs="B Nazanin" w:hint="eastAsia"/>
          <w:b/>
          <w:bCs/>
          <w:i/>
          <w:u w:val="single"/>
          <w:rtl/>
          <w:lang w:bidi="fa-IR"/>
        </w:rPr>
        <w:t>دک</w:t>
      </w:r>
      <w:r w:rsidR="00871265" w:rsidRPr="00186304">
        <w:rPr>
          <w:rFonts w:cs="B Nazanin" w:hint="cs"/>
          <w:b/>
          <w:bCs/>
          <w:i/>
          <w:u w:val="single"/>
          <w:rtl/>
          <w:lang w:bidi="fa-IR"/>
        </w:rPr>
        <w:t>ی</w:t>
      </w:r>
      <w:r w:rsidR="00871265" w:rsidRPr="00186304">
        <w:rPr>
          <w:rFonts w:cs="B Nazanin"/>
          <w:b/>
          <w:bCs/>
          <w:i/>
          <w:u w:val="single"/>
          <w:rtl/>
          <w:lang w:bidi="fa-IR"/>
        </w:rPr>
        <w:t xml:space="preserve"> </w:t>
      </w:r>
      <w:r w:rsidR="004351F1">
        <w:rPr>
          <w:rFonts w:cs="B Nazanin" w:hint="cs"/>
          <w:b/>
          <w:bCs/>
          <w:i/>
          <w:u w:val="single"/>
          <w:rtl/>
          <w:lang w:bidi="fa-IR"/>
        </w:rPr>
        <w:t xml:space="preserve"> </w:t>
      </w:r>
      <w:r w:rsidR="004351F1" w:rsidRPr="004351F1">
        <w:rPr>
          <w:rFonts w:cs="B Nazanin"/>
          <w:b/>
          <w:bCs/>
          <w:iCs/>
          <w:u w:val="single"/>
          <w:lang w:bidi="fa-IR"/>
        </w:rPr>
        <w:t>PARTS FOR ABB</w:t>
      </w:r>
      <w:r w:rsidR="004351F1">
        <w:rPr>
          <w:rFonts w:cs="B Nazanin" w:hint="cs"/>
          <w:b/>
          <w:bCs/>
          <w:iCs/>
          <w:u w:val="single"/>
          <w:rtl/>
          <w:lang w:bidi="fa-IR"/>
        </w:rPr>
        <w:t xml:space="preserve"> </w:t>
      </w:r>
      <w:r w:rsidR="004351F1" w:rsidRPr="004351F1">
        <w:rPr>
          <w:rFonts w:cs="B Nazanin"/>
          <w:b/>
          <w:bCs/>
          <w:i/>
          <w:u w:val="single"/>
          <w:rtl/>
          <w:lang w:bidi="fa-IR"/>
        </w:rPr>
        <w:t>شرکت پتروش</w:t>
      </w:r>
      <w:r w:rsidR="004351F1" w:rsidRPr="004351F1">
        <w:rPr>
          <w:rFonts w:cs="B Nazanin" w:hint="cs"/>
          <w:b/>
          <w:bCs/>
          <w:i/>
          <w:u w:val="single"/>
          <w:rtl/>
          <w:lang w:bidi="fa-IR"/>
        </w:rPr>
        <w:t>ی</w:t>
      </w:r>
      <w:r w:rsidR="004351F1" w:rsidRPr="004351F1">
        <w:rPr>
          <w:rFonts w:cs="B Nazanin" w:hint="eastAsia"/>
          <w:b/>
          <w:bCs/>
          <w:i/>
          <w:u w:val="single"/>
          <w:rtl/>
          <w:lang w:bidi="fa-IR"/>
        </w:rPr>
        <w:t>م</w:t>
      </w:r>
      <w:r w:rsidR="004351F1" w:rsidRPr="004351F1">
        <w:rPr>
          <w:rFonts w:cs="B Nazanin" w:hint="cs"/>
          <w:b/>
          <w:bCs/>
          <w:i/>
          <w:u w:val="single"/>
          <w:rtl/>
          <w:lang w:bidi="fa-IR"/>
        </w:rPr>
        <w:t>ی</w:t>
      </w:r>
      <w:r w:rsidR="004351F1" w:rsidRPr="004351F1">
        <w:rPr>
          <w:rFonts w:cs="B Nazanin"/>
          <w:b/>
          <w:bCs/>
          <w:i/>
          <w:u w:val="single"/>
          <w:rtl/>
          <w:lang w:bidi="fa-IR"/>
        </w:rPr>
        <w:t xml:space="preserve"> هنگام</w:t>
      </w:r>
      <w:r w:rsidR="004351F1" w:rsidRPr="004351F1">
        <w:rPr>
          <w:rFonts w:cs="B Nazanin" w:hint="cs"/>
          <w:b/>
          <w:bCs/>
          <w:i/>
          <w:u w:val="single"/>
          <w:rtl/>
          <w:lang w:bidi="fa-IR"/>
        </w:rPr>
        <w:t xml:space="preserve"> </w:t>
      </w:r>
      <w:r w:rsidR="005936B4" w:rsidRPr="004351F1">
        <w:rPr>
          <w:rFonts w:cs="B Nazanin" w:hint="cs"/>
          <w:b/>
          <w:bCs/>
          <w:i/>
          <w:u w:val="single"/>
          <w:rtl/>
          <w:lang w:bidi="fa-IR"/>
        </w:rPr>
        <w:t xml:space="preserve">شماره درخواست </w:t>
      </w:r>
      <w:r w:rsidR="004351F1" w:rsidRPr="004351F1">
        <w:rPr>
          <w:rFonts w:cs="B Nazanin"/>
          <w:b/>
          <w:bCs/>
          <w:iCs/>
          <w:u w:val="single"/>
          <w:rtl/>
          <w:lang w:bidi="fa-IR"/>
        </w:rPr>
        <w:t>(</w:t>
      </w:r>
      <w:r w:rsidR="004351F1" w:rsidRPr="004351F1">
        <w:rPr>
          <w:rFonts w:cs="B Nazanin"/>
          <w:b/>
          <w:bCs/>
          <w:iCs/>
          <w:u w:val="single"/>
          <w:lang w:bidi="fa-IR"/>
        </w:rPr>
        <w:t>KHD-0240665</w:t>
      </w:r>
      <w:r w:rsidR="004351F1" w:rsidRPr="004351F1">
        <w:rPr>
          <w:rFonts w:cs="B Nazanin"/>
          <w:b/>
          <w:bCs/>
          <w:i/>
          <w:u w:val="single"/>
          <w:rtl/>
          <w:lang w:bidi="fa-IR"/>
        </w:rPr>
        <w:t>)</w:t>
      </w:r>
    </w:p>
    <w:p w14:paraId="56C0C960" w14:textId="77777777" w:rsidR="00FE4BC2" w:rsidRPr="00871265" w:rsidRDefault="00FE4BC2" w:rsidP="00FE4BC2">
      <w:pPr>
        <w:spacing w:line="276" w:lineRule="auto"/>
        <w:jc w:val="center"/>
        <w:rPr>
          <w:rFonts w:cs="B Nazanin"/>
          <w:sz w:val="32"/>
          <w:szCs w:val="32"/>
          <w:u w:val="single"/>
          <w:rtl/>
          <w:lang w:bidi="fa-IR"/>
        </w:rPr>
      </w:pPr>
    </w:p>
    <w:p w14:paraId="2F46D39A" w14:textId="634B9C14" w:rsidR="00611847" w:rsidRPr="00193FA3" w:rsidRDefault="00431DDA" w:rsidP="00193FA3">
      <w:pPr>
        <w:spacing w:line="276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شرکت پتروشیمی هنگام در نظر</w:t>
      </w:r>
      <w:r w:rsidR="00720FDC">
        <w:rPr>
          <w:rFonts w:cs="B Nazanin" w:hint="cs"/>
          <w:b/>
          <w:bCs/>
          <w:sz w:val="26"/>
          <w:szCs w:val="26"/>
          <w:rtl/>
          <w:lang w:bidi="fa-IR"/>
        </w:rPr>
        <w:t xml:space="preserve"> دارد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BF6F21">
        <w:rPr>
          <w:rFonts w:cs="B Nazanin" w:hint="cs"/>
          <w:b/>
          <w:bCs/>
          <w:sz w:val="26"/>
          <w:szCs w:val="26"/>
          <w:rtl/>
          <w:lang w:bidi="fa-IR"/>
        </w:rPr>
        <w:t xml:space="preserve">مناقصه </w:t>
      </w:r>
      <w:r w:rsidR="00186304" w:rsidRPr="00186304">
        <w:rPr>
          <w:rFonts w:cs="B Nazanin" w:hint="cs"/>
          <w:b/>
          <w:bCs/>
          <w:i/>
          <w:rtl/>
        </w:rPr>
        <w:t xml:space="preserve">عمومی یک مرحله ای </w:t>
      </w:r>
      <w:r w:rsidR="00186304" w:rsidRPr="00186304">
        <w:rPr>
          <w:rFonts w:cs="B Nazanin" w:hint="cs"/>
          <w:b/>
          <w:bCs/>
          <w:i/>
          <w:rtl/>
          <w:lang w:bidi="fa-IR"/>
        </w:rPr>
        <w:t xml:space="preserve">خرید </w:t>
      </w:r>
      <w:r w:rsidR="00186304" w:rsidRPr="00186304">
        <w:rPr>
          <w:rFonts w:cs="B Nazanin"/>
          <w:b/>
          <w:bCs/>
          <w:i/>
          <w:rtl/>
          <w:lang w:bidi="fa-IR"/>
        </w:rPr>
        <w:t xml:space="preserve">قطعات </w:t>
      </w:r>
      <w:r w:rsidR="00186304" w:rsidRPr="00186304">
        <w:rPr>
          <w:rFonts w:cs="B Nazanin" w:hint="cs"/>
          <w:b/>
          <w:bCs/>
          <w:i/>
          <w:rtl/>
          <w:lang w:bidi="fa-IR"/>
        </w:rPr>
        <w:t>ی</w:t>
      </w:r>
      <w:r w:rsidR="00186304" w:rsidRPr="00186304">
        <w:rPr>
          <w:rFonts w:cs="B Nazanin" w:hint="eastAsia"/>
          <w:b/>
          <w:bCs/>
          <w:i/>
          <w:rtl/>
          <w:lang w:bidi="fa-IR"/>
        </w:rPr>
        <w:t>دک</w:t>
      </w:r>
      <w:r w:rsidR="00186304" w:rsidRPr="00186304">
        <w:rPr>
          <w:rFonts w:cs="B Nazanin" w:hint="cs"/>
          <w:b/>
          <w:bCs/>
          <w:i/>
          <w:rtl/>
          <w:lang w:bidi="fa-IR"/>
        </w:rPr>
        <w:t>ی</w:t>
      </w:r>
      <w:r w:rsidR="00186304" w:rsidRPr="00186304">
        <w:rPr>
          <w:rFonts w:cs="B Nazanin"/>
          <w:b/>
          <w:bCs/>
          <w:i/>
          <w:rtl/>
          <w:lang w:bidi="fa-IR"/>
        </w:rPr>
        <w:t xml:space="preserve"> </w:t>
      </w:r>
      <w:r w:rsidR="004351F1" w:rsidRPr="004351F1">
        <w:rPr>
          <w:rFonts w:cs="B Nazanin"/>
          <w:b/>
          <w:bCs/>
          <w:iCs/>
          <w:lang w:bidi="fa-IR"/>
        </w:rPr>
        <w:t>PARTS FOR ABB</w:t>
      </w:r>
      <w:r w:rsidR="00186304" w:rsidRPr="00186304">
        <w:rPr>
          <w:rFonts w:cs="B Nazanin" w:hint="cs"/>
          <w:b/>
          <w:bCs/>
          <w:iCs/>
          <w:rtl/>
          <w:lang w:bidi="fa-IR"/>
        </w:rPr>
        <w:t xml:space="preserve"> </w:t>
      </w:r>
      <w:r w:rsidR="004351F1">
        <w:rPr>
          <w:rFonts w:cs="B Nazanin" w:hint="cs"/>
          <w:b/>
          <w:bCs/>
          <w:sz w:val="26"/>
          <w:szCs w:val="26"/>
          <w:rtl/>
          <w:lang w:bidi="fa-IR"/>
        </w:rPr>
        <w:t xml:space="preserve"> را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به </w:t>
      </w:r>
      <w:r w:rsidR="00C31AE4">
        <w:rPr>
          <w:rFonts w:cs="B Nazanin" w:hint="cs"/>
          <w:b/>
          <w:bCs/>
          <w:sz w:val="26"/>
          <w:szCs w:val="26"/>
          <w:rtl/>
          <w:lang w:bidi="fa-IR"/>
        </w:rPr>
        <w:t>پیمانکار واجد شرایط واگذ</w:t>
      </w:r>
      <w:r w:rsidR="0028047A"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="00C31AE4">
        <w:rPr>
          <w:rFonts w:cs="B Nazanin" w:hint="cs"/>
          <w:b/>
          <w:bCs/>
          <w:sz w:val="26"/>
          <w:szCs w:val="26"/>
          <w:rtl/>
          <w:lang w:bidi="fa-IR"/>
        </w:rPr>
        <w:t>ر نماید.</w:t>
      </w:r>
      <w:r w:rsidR="00341F5D" w:rsidRPr="00341F5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042CEF" w:rsidRPr="00042CEF">
        <w:rPr>
          <w:rFonts w:cs="B Nazanin"/>
          <w:b/>
          <w:bCs/>
          <w:sz w:val="26"/>
          <w:szCs w:val="26"/>
          <w:rtl/>
          <w:lang w:bidi="fa-IR"/>
        </w:rPr>
        <w:t>اسناد مناقصه تا پا</w:t>
      </w:r>
      <w:r w:rsidR="00042CEF" w:rsidRPr="00042CE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042CEF" w:rsidRPr="00042CEF">
        <w:rPr>
          <w:rFonts w:cs="B Nazanin" w:hint="eastAsia"/>
          <w:b/>
          <w:bCs/>
          <w:sz w:val="26"/>
          <w:szCs w:val="26"/>
          <w:rtl/>
          <w:lang w:bidi="fa-IR"/>
        </w:rPr>
        <w:t>ان</w:t>
      </w:r>
      <w:r w:rsidR="003C768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042CEF" w:rsidRPr="00042CEF">
        <w:rPr>
          <w:rFonts w:cs="B Nazanin"/>
          <w:b/>
          <w:bCs/>
          <w:sz w:val="26"/>
          <w:szCs w:val="26"/>
          <w:rtl/>
          <w:lang w:bidi="fa-IR"/>
        </w:rPr>
        <w:t>وقت ادار</w:t>
      </w:r>
      <w:r w:rsidR="00042CEF" w:rsidRPr="00042CE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042CEF" w:rsidRPr="00042CEF">
        <w:rPr>
          <w:rFonts w:cs="B Nazanin"/>
          <w:b/>
          <w:bCs/>
          <w:sz w:val="26"/>
          <w:szCs w:val="26"/>
          <w:rtl/>
          <w:lang w:bidi="fa-IR"/>
        </w:rPr>
        <w:t xml:space="preserve"> روز</w:t>
      </w:r>
      <w:r w:rsidR="004351F1">
        <w:rPr>
          <w:rFonts w:cs="B Nazanin" w:hint="cs"/>
          <w:b/>
          <w:bCs/>
          <w:sz w:val="26"/>
          <w:szCs w:val="26"/>
          <w:rtl/>
          <w:lang w:bidi="fa-IR"/>
        </w:rPr>
        <w:t>چهار</w:t>
      </w:r>
      <w:r w:rsidR="00FE4BC2">
        <w:rPr>
          <w:rFonts w:cs="B Nazanin" w:hint="cs"/>
          <w:b/>
          <w:bCs/>
          <w:sz w:val="26"/>
          <w:szCs w:val="26"/>
          <w:rtl/>
          <w:lang w:bidi="fa-IR"/>
        </w:rPr>
        <w:t xml:space="preserve">شنبه </w:t>
      </w:r>
      <w:r w:rsidR="00042CEF" w:rsidRPr="00042CEF">
        <w:rPr>
          <w:rFonts w:cs="B Nazanin"/>
          <w:b/>
          <w:bCs/>
          <w:sz w:val="26"/>
          <w:szCs w:val="26"/>
          <w:rtl/>
          <w:lang w:bidi="fa-IR"/>
        </w:rPr>
        <w:t>مورخ</w:t>
      </w:r>
      <w:r w:rsidR="00A63C5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351F1">
        <w:rPr>
          <w:rFonts w:cs="B Nazanin" w:hint="cs"/>
          <w:b/>
          <w:bCs/>
          <w:sz w:val="26"/>
          <w:szCs w:val="26"/>
          <w:rtl/>
          <w:lang w:bidi="fa-IR"/>
        </w:rPr>
        <w:t>10</w:t>
      </w:r>
      <w:r w:rsidR="00A63C5A">
        <w:rPr>
          <w:rFonts w:cs="B Nazanin" w:hint="cs"/>
          <w:b/>
          <w:bCs/>
          <w:sz w:val="26"/>
          <w:szCs w:val="26"/>
          <w:rtl/>
          <w:lang w:bidi="fa-IR"/>
        </w:rPr>
        <w:t>/0</w:t>
      </w:r>
      <w:r w:rsidR="00356F4E"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 w:rsidR="00A63C5A">
        <w:rPr>
          <w:rFonts w:cs="B Nazanin" w:hint="cs"/>
          <w:b/>
          <w:bCs/>
          <w:sz w:val="26"/>
          <w:szCs w:val="26"/>
          <w:rtl/>
          <w:lang w:bidi="fa-IR"/>
        </w:rPr>
        <w:t xml:space="preserve">/1403 </w:t>
      </w:r>
      <w:r w:rsidR="00042CEF" w:rsidRPr="00042CEF">
        <w:rPr>
          <w:rFonts w:cs="B Nazanin"/>
          <w:b/>
          <w:bCs/>
          <w:sz w:val="26"/>
          <w:szCs w:val="26"/>
          <w:rtl/>
          <w:lang w:bidi="fa-IR"/>
        </w:rPr>
        <w:t>درتارنما</w:t>
      </w:r>
      <w:r w:rsidR="00042CEF" w:rsidRPr="00042CE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BF6F21" w:rsidRPr="00BF6F21">
        <w:rPr>
          <w:rFonts w:cs="B Nazanin"/>
          <w:b/>
          <w:bCs/>
          <w:sz w:val="26"/>
          <w:szCs w:val="26"/>
          <w:rtl/>
          <w:lang w:bidi="fa-IR"/>
        </w:rPr>
        <w:t xml:space="preserve"> شرکت پتروش</w:t>
      </w:r>
      <w:r w:rsidR="00BF6F21" w:rsidRPr="00BF6F2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BF6F21" w:rsidRPr="00BF6F21">
        <w:rPr>
          <w:rFonts w:cs="B Nazanin" w:hint="eastAsia"/>
          <w:b/>
          <w:bCs/>
          <w:sz w:val="26"/>
          <w:szCs w:val="26"/>
          <w:rtl/>
          <w:lang w:bidi="fa-IR"/>
        </w:rPr>
        <w:t>م</w:t>
      </w:r>
      <w:r w:rsidR="00BF6F21" w:rsidRPr="00BF6F2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BF6F21" w:rsidRPr="00BF6F21">
        <w:rPr>
          <w:rFonts w:cs="B Nazanin"/>
          <w:b/>
          <w:bCs/>
          <w:sz w:val="26"/>
          <w:szCs w:val="26"/>
          <w:rtl/>
          <w:lang w:bidi="fa-IR"/>
        </w:rPr>
        <w:t xml:space="preserve"> هنگام</w:t>
      </w:r>
      <w:r w:rsidR="00042CE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>به</w:t>
      </w:r>
      <w:r w:rsidR="00562B2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آدرس </w:t>
      </w:r>
      <w:hyperlink r:id="rId8" w:history="1">
        <w:r w:rsidR="00E121FB" w:rsidRPr="009C70B9">
          <w:rPr>
            <w:rStyle w:val="Hyperlink"/>
            <w:rFonts w:cs="B Nazanin"/>
            <w:b/>
            <w:bCs/>
            <w:sz w:val="26"/>
            <w:szCs w:val="26"/>
            <w:lang w:bidi="fa-IR"/>
          </w:rPr>
          <w:t>WWW.hengampc.net</w:t>
        </w:r>
      </w:hyperlink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 در دسترس و قابل دریافت می باشد</w:t>
      </w:r>
      <w:r w:rsidR="000B28DD">
        <w:rPr>
          <w:rFonts w:cs="B Nazanin" w:hint="cs"/>
          <w:b/>
          <w:bCs/>
          <w:sz w:val="26"/>
          <w:szCs w:val="26"/>
          <w:rtl/>
          <w:lang w:bidi="fa-IR"/>
        </w:rPr>
        <w:t xml:space="preserve"> و </w:t>
      </w:r>
      <w:r w:rsidR="00A63C5A">
        <w:rPr>
          <w:rFonts w:cs="B Nazanin" w:hint="cs"/>
          <w:b/>
          <w:bCs/>
          <w:sz w:val="26"/>
          <w:szCs w:val="26"/>
          <w:rtl/>
          <w:lang w:bidi="fa-IR"/>
        </w:rPr>
        <w:t>آ</w:t>
      </w:r>
      <w:r w:rsidR="000B28DD">
        <w:rPr>
          <w:rFonts w:cs="B Nazanin" w:hint="cs"/>
          <w:b/>
          <w:bCs/>
          <w:sz w:val="26"/>
          <w:szCs w:val="26"/>
          <w:rtl/>
          <w:lang w:bidi="fa-IR"/>
        </w:rPr>
        <w:t xml:space="preserve">خرین مهلت تحویل پاکات تا ساعت 16 بعد ازظهر روز </w:t>
      </w:r>
      <w:r w:rsidR="004351F1">
        <w:rPr>
          <w:rFonts w:cs="B Nazanin" w:hint="cs"/>
          <w:b/>
          <w:bCs/>
          <w:sz w:val="26"/>
          <w:szCs w:val="26"/>
          <w:rtl/>
          <w:lang w:bidi="fa-IR"/>
        </w:rPr>
        <w:t xml:space="preserve"> چهار</w:t>
      </w:r>
      <w:r w:rsidR="00397122">
        <w:rPr>
          <w:rFonts w:cs="B Nazanin" w:hint="cs"/>
          <w:b/>
          <w:bCs/>
          <w:sz w:val="26"/>
          <w:szCs w:val="26"/>
          <w:rtl/>
          <w:lang w:bidi="fa-IR"/>
        </w:rPr>
        <w:t>شنبه</w:t>
      </w:r>
      <w:r w:rsidR="000B28DD">
        <w:rPr>
          <w:rFonts w:cs="B Nazanin" w:hint="cs"/>
          <w:b/>
          <w:bCs/>
          <w:sz w:val="26"/>
          <w:szCs w:val="26"/>
          <w:rtl/>
          <w:lang w:bidi="fa-IR"/>
        </w:rPr>
        <w:t xml:space="preserve"> مورخ</w:t>
      </w:r>
      <w:r w:rsidR="00356F4E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 w:rsidR="004351F1"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="00356F4E">
        <w:rPr>
          <w:rFonts w:cs="B Nazanin" w:hint="cs"/>
          <w:b/>
          <w:bCs/>
          <w:sz w:val="26"/>
          <w:szCs w:val="26"/>
          <w:rtl/>
          <w:lang w:bidi="fa-IR"/>
        </w:rPr>
        <w:t>/05/</w:t>
      </w:r>
      <w:r w:rsidR="00397122">
        <w:rPr>
          <w:rFonts w:cs="B Nazanin" w:hint="cs"/>
          <w:b/>
          <w:bCs/>
          <w:sz w:val="26"/>
          <w:szCs w:val="26"/>
          <w:rtl/>
          <w:lang w:bidi="fa-IR"/>
        </w:rPr>
        <w:t>1403</w:t>
      </w:r>
      <w:r w:rsidR="000B28DD">
        <w:rPr>
          <w:rFonts w:cs="B Nazanin" w:hint="cs"/>
          <w:b/>
          <w:bCs/>
          <w:sz w:val="26"/>
          <w:szCs w:val="26"/>
          <w:rtl/>
          <w:lang w:bidi="fa-IR"/>
        </w:rPr>
        <w:t xml:space="preserve"> می باشد 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>.</w:t>
      </w:r>
      <w:r w:rsidR="000B28D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>متقاضیان در صورت دریافت اسناد از طریق تارنمای فوق ,لازم است</w:t>
      </w:r>
      <w:r w:rsidR="00341F5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مراتب آمادگی خود را جهت شرکت در </w:t>
      </w:r>
      <w:r w:rsidR="0028047A"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 بطور کتبی به </w:t>
      </w:r>
      <w:hyperlink r:id="rId9" w:history="1">
        <w:r w:rsidR="00CE7BC2" w:rsidRPr="00CE7BC2">
          <w:rPr>
            <w:rStyle w:val="Hyperlink"/>
            <w:b/>
            <w:bCs/>
          </w:rPr>
          <w:t>commission@hengampc.net</w:t>
        </w:r>
      </w:hyperlink>
      <w:r w:rsidR="006D721B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اعلام نمایند. در غیر این صورت </w:t>
      </w:r>
      <w:r w:rsidR="0028047A"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 گزارمسئولیتی در ارائه اطلاعات بعدی و تغییر احتمالی در شرایط </w:t>
      </w:r>
      <w:r w:rsidR="0028047A"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E121FB">
        <w:rPr>
          <w:rFonts w:cs="B Nazanin" w:hint="cs"/>
          <w:b/>
          <w:bCs/>
          <w:sz w:val="26"/>
          <w:szCs w:val="26"/>
          <w:rtl/>
          <w:lang w:bidi="fa-IR"/>
        </w:rPr>
        <w:t xml:space="preserve"> و مواعد زمانی به متقاضی نخواهد داشت.</w:t>
      </w:r>
    </w:p>
    <w:p w14:paraId="25234B8B" w14:textId="30ADC000" w:rsidR="009F1B50" w:rsidRDefault="008B60EE" w:rsidP="00F96929">
      <w:pPr>
        <w:tabs>
          <w:tab w:val="left" w:pos="6195"/>
        </w:tabs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محل تحویل پیشنهادات به مناقصه گزار:</w:t>
      </w:r>
      <w:r w:rsidRPr="005D560A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="00F96929">
        <w:rPr>
          <w:rFonts w:cs="B Nazanin"/>
          <w:b/>
          <w:bCs/>
          <w:sz w:val="26"/>
          <w:szCs w:val="26"/>
          <w:rtl/>
          <w:lang w:bidi="fa-IR"/>
        </w:rPr>
        <w:tab/>
      </w:r>
    </w:p>
    <w:p w14:paraId="0A706E4C" w14:textId="77777777" w:rsidR="00E73707" w:rsidRDefault="00E73707" w:rsidP="004238F0">
      <w:pPr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563BC9BA" w14:textId="15067FBE" w:rsidR="009F1B50" w:rsidRPr="009F1B50" w:rsidRDefault="009F1B50" w:rsidP="009F1B50">
      <w:pPr>
        <w:tabs>
          <w:tab w:val="left" w:pos="13958"/>
        </w:tabs>
        <w:autoSpaceDE w:val="0"/>
        <w:autoSpaceDN w:val="0"/>
        <w:adjustRightInd w:val="0"/>
        <w:jc w:val="both"/>
        <w:rPr>
          <w:rFonts w:ascii="Mitra,Bold" w:hAnsi="Calibri" w:cs="B Nazanin"/>
          <w:b/>
          <w:bCs/>
          <w:sz w:val="26"/>
          <w:szCs w:val="26"/>
          <w:rtl/>
          <w:lang w:bidi="fa-IR"/>
        </w:rPr>
      </w:pPr>
      <w:r>
        <w:rPr>
          <w:rFonts w:ascii="Mitra,Bold" w:hAnsi="Calibri" w:cs="B Nazanin" w:hint="cs"/>
          <w:b/>
          <w:bCs/>
          <w:sz w:val="26"/>
          <w:szCs w:val="26"/>
          <w:rtl/>
          <w:lang w:bidi="fa-IR"/>
        </w:rPr>
        <w:t xml:space="preserve">عسلویه، منطقه ویژه پارس جنوبی ، فاز 2 پتروشیمی ها، بعد از پتروشیمی مروارید ، شرکت پتروشیمی هنگام  کد پستی : 7511811360، تلفن : 91570330-077، شناسه ملی : 10103502804   </w:t>
      </w:r>
    </w:p>
    <w:p w14:paraId="73BA7B1B" w14:textId="40E1C776" w:rsidR="00ED512F" w:rsidRDefault="002D3094" w:rsidP="009F1B50">
      <w:pPr>
        <w:tabs>
          <w:tab w:val="left" w:pos="7320"/>
        </w:tabs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تلفن تماس شرکت:</w:t>
      </w:r>
      <w:r w:rsidR="00135C56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21314">
        <w:rPr>
          <w:rFonts w:cs="B Nazanin" w:hint="cs"/>
          <w:b/>
          <w:bCs/>
          <w:sz w:val="26"/>
          <w:szCs w:val="26"/>
          <w:rtl/>
          <w:lang w:bidi="fa-IR"/>
        </w:rPr>
        <w:t>91570330-077  داخلی (</w:t>
      </w:r>
      <w:r w:rsidR="00F96929">
        <w:rPr>
          <w:rFonts w:cs="B Nazanin" w:hint="cs"/>
          <w:b/>
          <w:bCs/>
          <w:sz w:val="26"/>
          <w:szCs w:val="26"/>
          <w:rtl/>
          <w:lang w:bidi="fa-IR"/>
        </w:rPr>
        <w:t>2803</w:t>
      </w:r>
      <w:r w:rsidR="009F1B50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F96929">
        <w:rPr>
          <w:rFonts w:cs="B Nazanin" w:hint="cs"/>
          <w:b/>
          <w:bCs/>
          <w:sz w:val="26"/>
          <w:szCs w:val="26"/>
          <w:rtl/>
          <w:lang w:bidi="fa-IR"/>
        </w:rPr>
        <w:t>2802</w:t>
      </w:r>
      <w:r w:rsidR="00E21314"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="009F1B50">
        <w:rPr>
          <w:rFonts w:cs="B Nazanin"/>
          <w:b/>
          <w:bCs/>
          <w:sz w:val="26"/>
          <w:szCs w:val="26"/>
          <w:rtl/>
          <w:lang w:bidi="fa-IR"/>
        </w:rPr>
        <w:tab/>
      </w:r>
    </w:p>
    <w:p w14:paraId="47265513" w14:textId="6113FCDA" w:rsidR="00ED512F" w:rsidRDefault="0028047A" w:rsidP="004238F0">
      <w:pPr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ED512F">
        <w:rPr>
          <w:rFonts w:cs="B Nazanin" w:hint="cs"/>
          <w:b/>
          <w:bCs/>
          <w:sz w:val="26"/>
          <w:szCs w:val="26"/>
          <w:rtl/>
          <w:lang w:bidi="fa-IR"/>
        </w:rPr>
        <w:t xml:space="preserve"> گران موظفند تضمین شرکت در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ED512F">
        <w:rPr>
          <w:rFonts w:cs="B Nazanin" w:hint="cs"/>
          <w:b/>
          <w:bCs/>
          <w:sz w:val="26"/>
          <w:szCs w:val="26"/>
          <w:rtl/>
          <w:lang w:bidi="fa-IR"/>
        </w:rPr>
        <w:t xml:space="preserve"> را مطابق با شرح مندرج در اسناد</w:t>
      </w:r>
      <w:r w:rsidR="00FB1326">
        <w:rPr>
          <w:rFonts w:cs="B Nazanin" w:hint="cs"/>
          <w:b/>
          <w:bCs/>
          <w:sz w:val="26"/>
          <w:szCs w:val="26"/>
          <w:rtl/>
          <w:lang w:bidi="fa-IR"/>
        </w:rPr>
        <w:t xml:space="preserve"> مناقصه</w:t>
      </w:r>
      <w:r w:rsidR="00ED512F">
        <w:rPr>
          <w:rFonts w:cs="B Nazanin" w:hint="cs"/>
          <w:b/>
          <w:bCs/>
          <w:sz w:val="26"/>
          <w:szCs w:val="26"/>
          <w:rtl/>
          <w:lang w:bidi="fa-IR"/>
        </w:rPr>
        <w:t xml:space="preserve"> ارائه نمایند.</w:t>
      </w:r>
    </w:p>
    <w:p w14:paraId="1659F149" w14:textId="75E39340" w:rsidR="00ED512F" w:rsidRPr="00AB6CA3" w:rsidRDefault="00ED512F" w:rsidP="004238F0">
      <w:pPr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سایر </w:t>
      </w:r>
      <w:r w:rsidR="00AB6CA3">
        <w:rPr>
          <w:rFonts w:cs="B Nazanin" w:hint="cs"/>
          <w:b/>
          <w:bCs/>
          <w:sz w:val="26"/>
          <w:szCs w:val="26"/>
          <w:rtl/>
          <w:lang w:bidi="fa-IR"/>
        </w:rPr>
        <w:t xml:space="preserve">اطلاعات </w:t>
      </w:r>
      <w:r w:rsidR="00840C87">
        <w:rPr>
          <w:rFonts w:cs="B Nazanin" w:hint="cs"/>
          <w:b/>
          <w:bCs/>
          <w:sz w:val="26"/>
          <w:szCs w:val="26"/>
          <w:rtl/>
          <w:lang w:bidi="fa-IR"/>
        </w:rPr>
        <w:t>و جزئیات مربوط</w:t>
      </w:r>
      <w:r w:rsidR="00AB6CA3">
        <w:rPr>
          <w:rFonts w:cs="B Nazanin" w:hint="cs"/>
          <w:b/>
          <w:bCs/>
          <w:sz w:val="26"/>
          <w:szCs w:val="26"/>
          <w:rtl/>
          <w:lang w:bidi="fa-IR"/>
        </w:rPr>
        <w:t xml:space="preserve"> در اسناد </w:t>
      </w:r>
      <w:r w:rsidR="0028047A"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AB6CA3">
        <w:rPr>
          <w:rFonts w:cs="B Nazanin" w:hint="cs"/>
          <w:b/>
          <w:bCs/>
          <w:sz w:val="26"/>
          <w:szCs w:val="26"/>
          <w:rtl/>
          <w:lang w:bidi="fa-IR"/>
        </w:rPr>
        <w:t xml:space="preserve"> درج شده است.ضمنا</w:t>
      </w:r>
      <w:r w:rsidR="00AB6CA3" w:rsidRPr="00AB6CA3">
        <w:rPr>
          <w:rFonts w:cs="B Nazanin" w:hint="cs"/>
          <w:b/>
          <w:bCs/>
          <w:sz w:val="26"/>
          <w:szCs w:val="26"/>
          <w:rtl/>
          <w:lang w:bidi="fa-IR"/>
        </w:rPr>
        <w:t xml:space="preserve">" </w:t>
      </w:r>
      <w:r w:rsidR="001D42D3">
        <w:rPr>
          <w:rFonts w:cs="B Nazanin" w:hint="cs"/>
          <w:b/>
          <w:bCs/>
          <w:sz w:val="26"/>
          <w:szCs w:val="26"/>
          <w:rtl/>
          <w:lang w:bidi="fa-IR"/>
        </w:rPr>
        <w:t xml:space="preserve">هزینه </w:t>
      </w:r>
      <w:r w:rsidR="00AB6CA3" w:rsidRPr="00AB6CA3">
        <w:rPr>
          <w:rFonts w:cs="B Nazanin" w:hint="cs"/>
          <w:b/>
          <w:bCs/>
          <w:sz w:val="26"/>
          <w:szCs w:val="26"/>
          <w:rtl/>
          <w:lang w:bidi="fa-IR"/>
        </w:rPr>
        <w:t xml:space="preserve">آگهی در جراید ,بر عهده برنده </w:t>
      </w:r>
      <w:r w:rsidR="00FB1326">
        <w:rPr>
          <w:rFonts w:cs="B Nazanin" w:hint="cs"/>
          <w:b/>
          <w:bCs/>
          <w:sz w:val="26"/>
          <w:szCs w:val="26"/>
          <w:rtl/>
          <w:lang w:bidi="fa-IR"/>
        </w:rPr>
        <w:t>مناقصه</w:t>
      </w:r>
      <w:r w:rsidR="00AB6CA3" w:rsidRPr="00AB6CA3">
        <w:rPr>
          <w:rFonts w:cs="B Nazanin" w:hint="cs"/>
          <w:b/>
          <w:bCs/>
          <w:sz w:val="26"/>
          <w:szCs w:val="26"/>
          <w:rtl/>
          <w:lang w:bidi="fa-IR"/>
        </w:rPr>
        <w:t xml:space="preserve"> خواهد بود.</w:t>
      </w:r>
    </w:p>
    <w:p w14:paraId="40665EAA" w14:textId="32009C07" w:rsidR="00B15BF4" w:rsidRDefault="00B15BF4" w:rsidP="00697AA9">
      <w:pPr>
        <w:rPr>
          <w:rFonts w:cs="B Nazanin"/>
          <w:b/>
          <w:bCs/>
          <w:sz w:val="26"/>
          <w:szCs w:val="26"/>
          <w:lang w:bidi="fa-IR"/>
        </w:rPr>
      </w:pPr>
    </w:p>
    <w:sectPr w:rsidR="00B15BF4" w:rsidSect="00340D61">
      <w:headerReference w:type="default" r:id="rId10"/>
      <w:footerReference w:type="default" r:id="rId11"/>
      <w:pgSz w:w="11906" w:h="16838"/>
      <w:pgMar w:top="1219" w:right="1016" w:bottom="1418" w:left="1440" w:header="0" w:footer="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A89BD" w14:textId="77777777" w:rsidR="006404B8" w:rsidRDefault="006404B8" w:rsidP="000D534B">
      <w:r>
        <w:separator/>
      </w:r>
    </w:p>
  </w:endnote>
  <w:endnote w:type="continuationSeparator" w:id="0">
    <w:p w14:paraId="75BB80C1" w14:textId="77777777" w:rsidR="006404B8" w:rsidRDefault="006404B8" w:rsidP="000D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187C4" w14:textId="500AB48F" w:rsidR="00316B49" w:rsidRPr="0061786C" w:rsidRDefault="00BA363F" w:rsidP="001378DD">
    <w:pPr>
      <w:pStyle w:val="Footer"/>
      <w:ind w:left="-1144"/>
      <w:rPr>
        <w:sz w:val="30"/>
        <w:szCs w:val="30"/>
        <w:rtl/>
        <w:lang w:bidi="fa-IR"/>
      </w:rPr>
    </w:pPr>
    <w:r>
      <w:rPr>
        <w:noProof/>
        <w:sz w:val="30"/>
        <w:szCs w:val="30"/>
        <w:lang w:bidi="fa-IR"/>
      </w:rPr>
      <w:drawing>
        <wp:inline distT="0" distB="0" distL="0" distR="0" wp14:anchorId="5BCBE5A6" wp14:editId="47F2AAA2">
          <wp:extent cx="7791450" cy="24669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2466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EADAF" w14:textId="77777777" w:rsidR="006404B8" w:rsidRDefault="006404B8" w:rsidP="000D534B">
      <w:r>
        <w:separator/>
      </w:r>
    </w:p>
  </w:footnote>
  <w:footnote w:type="continuationSeparator" w:id="0">
    <w:p w14:paraId="324DF362" w14:textId="77777777" w:rsidR="006404B8" w:rsidRDefault="006404B8" w:rsidP="000D5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664F4" w14:textId="77777777" w:rsidR="00870BD9" w:rsidRDefault="00870BD9" w:rsidP="00DF108E">
    <w:pPr>
      <w:pStyle w:val="Header"/>
      <w:jc w:val="center"/>
      <w:rPr>
        <w:lang w:bidi="fa-IR"/>
      </w:rPr>
    </w:pPr>
  </w:p>
  <w:p w14:paraId="201BCB98" w14:textId="2D717DC3" w:rsidR="00957992" w:rsidRDefault="00642AC1" w:rsidP="00DF108E">
    <w:pPr>
      <w:pStyle w:val="Header"/>
      <w:jc w:val="center"/>
      <w:rPr>
        <w:rtl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EF368D7" wp14:editId="5CBD68FE">
          <wp:simplePos x="0" y="0"/>
          <wp:positionH relativeFrom="column">
            <wp:posOffset>-355551</wp:posOffset>
          </wp:positionH>
          <wp:positionV relativeFrom="paragraph">
            <wp:posOffset>101600</wp:posOffset>
          </wp:positionV>
          <wp:extent cx="1306830" cy="1337945"/>
          <wp:effectExtent l="0" t="0" r="762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6830" cy="1337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5E4FB9" w14:textId="21A8797D" w:rsidR="00DF108E" w:rsidRDefault="00642AC1" w:rsidP="00DF108E">
    <w:pPr>
      <w:pStyle w:val="Header"/>
      <w:jc w:val="center"/>
    </w:pPr>
    <w:r>
      <w:rPr>
        <w:rFonts w:cs="B Yagut"/>
        <w:b/>
        <w:b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C4CF93" wp14:editId="095C0928">
              <wp:simplePos x="0" y="0"/>
              <wp:positionH relativeFrom="column">
                <wp:posOffset>5041392</wp:posOffset>
              </wp:positionH>
              <wp:positionV relativeFrom="paragraph">
                <wp:posOffset>941832</wp:posOffset>
              </wp:positionV>
              <wp:extent cx="891921" cy="558165"/>
              <wp:effectExtent l="0" t="0" r="3810" b="0"/>
              <wp:wrapNone/>
              <wp:docPr id="4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91921" cy="558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970FF" w14:textId="77777777" w:rsidR="009F41A6" w:rsidRPr="0061786C" w:rsidRDefault="009F41A6" w:rsidP="009F41A6">
                          <w:pPr>
                            <w:rPr>
                              <w:rFonts w:ascii="IranNastaliq" w:hAnsi="IranNastaliq" w:cs="IranNastaliq"/>
                              <w:sz w:val="40"/>
                              <w:szCs w:val="40"/>
                              <w:rtl/>
                              <w:lang w:bidi="fa-IR"/>
                            </w:rPr>
                          </w:pPr>
                          <w:r w:rsidRPr="0061786C">
                            <w:rPr>
                              <w:rFonts w:ascii="IranNastaliq" w:hAnsi="IranNastaliq" w:cs="IranNastaliq"/>
                              <w:b/>
                              <w:bCs/>
                              <w:sz w:val="40"/>
                              <w:szCs w:val="40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14:paraId="5500AC18" w14:textId="77777777" w:rsidR="009F41A6" w:rsidRPr="0061786C" w:rsidRDefault="009F41A6" w:rsidP="009F41A6">
                          <w:pPr>
                            <w:rPr>
                              <w:rFonts w:ascii="IranNastaliq" w:hAnsi="IranNastaliq" w:cs="IranNastaliq"/>
                              <w:sz w:val="40"/>
                              <w:szCs w:val="40"/>
                              <w:rtl/>
                              <w:lang w:bidi="fa-IR"/>
                            </w:rPr>
                          </w:pPr>
                        </w:p>
                        <w:p w14:paraId="15D6FD2C" w14:textId="77777777" w:rsidR="009F41A6" w:rsidRPr="0061786C" w:rsidRDefault="009F41A6" w:rsidP="009F41A6">
                          <w:pPr>
                            <w:ind w:left="6758"/>
                            <w:rPr>
                              <w:rFonts w:ascii="IranNastaliq" w:hAnsi="IranNastaliq" w:cs="IranNastaliq"/>
                              <w:sz w:val="40"/>
                              <w:szCs w:val="40"/>
                              <w:lang w:bidi="fa-IR"/>
                            </w:rPr>
                          </w:pPr>
                          <w:r w:rsidRPr="0061786C">
                            <w:rPr>
                              <w:rFonts w:ascii="IranNastaliq" w:hAnsi="IranNastaliq" w:cs="IranNastaliq"/>
                              <w:sz w:val="40"/>
                              <w:szCs w:val="40"/>
                              <w:rtl/>
                              <w:lang w:bidi="fa-IR"/>
                            </w:rPr>
                            <w:t>شماره:     /1- 147 ص پ</w:t>
                          </w:r>
                        </w:p>
                        <w:p w14:paraId="73BB3C66" w14:textId="77777777" w:rsidR="009F41A6" w:rsidRPr="0061786C" w:rsidRDefault="009F41A6" w:rsidP="009F41A6">
                          <w:pPr>
                            <w:ind w:left="6758"/>
                            <w:rPr>
                              <w:rFonts w:ascii="IranNastaliq" w:hAnsi="IranNastaliq" w:cs="IranNastaliq"/>
                              <w:sz w:val="40"/>
                              <w:szCs w:val="40"/>
                              <w:lang w:bidi="fa-IR"/>
                            </w:rPr>
                          </w:pPr>
                          <w:r w:rsidRPr="0061786C">
                            <w:rPr>
                              <w:rFonts w:ascii="IranNastaliq" w:hAnsi="IranNastaliq" w:cs="IranNastaliq"/>
                              <w:sz w:val="40"/>
                              <w:szCs w:val="40"/>
                              <w:rtl/>
                              <w:lang w:bidi="fa-IR"/>
                            </w:rPr>
                            <w:t>پیوست: یک برگ شماره:     /1- 147 ص پ</w:t>
                          </w:r>
                        </w:p>
                        <w:p w14:paraId="710916D4" w14:textId="77777777" w:rsidR="009F41A6" w:rsidRPr="0061786C" w:rsidRDefault="009F41A6" w:rsidP="009F41A6">
                          <w:pPr>
                            <w:rPr>
                              <w:rFonts w:ascii="IranNastaliq" w:hAnsi="IranNastaliq" w:cs="IranNastaliq"/>
                              <w:sz w:val="40"/>
                              <w:szCs w:val="40"/>
                            </w:rPr>
                          </w:pPr>
                          <w:r w:rsidRPr="0061786C">
                            <w:rPr>
                              <w:rFonts w:ascii="IranNastaliq" w:hAnsi="IranNastaliq" w:cs="IranNastaliq"/>
                              <w:sz w:val="40"/>
                              <w:szCs w:val="40"/>
                              <w:rtl/>
                              <w:lang w:bidi="fa-IR"/>
                            </w:rPr>
                            <w:t>پیوست: یک برگ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C4CF93" id="Rectangle 17" o:spid="_x0000_s1026" style="position:absolute;left:0;text-align:left;margin-left:396.95pt;margin-top:74.15pt;width:70.2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" stroked="f">
              <v:textbox>
                <w:txbxContent>
                  <w:p w14:paraId="12C970FF" w14:textId="77777777" w:rsidR="009F41A6" w:rsidRPr="0061786C" w:rsidRDefault="009F41A6" w:rsidP="009F41A6">
                    <w:pPr>
                      <w:rPr>
                        <w:rFonts w:ascii="IranNastaliq" w:hAnsi="IranNastaliq" w:cs="IranNastaliq"/>
                        <w:sz w:val="40"/>
                        <w:szCs w:val="40"/>
                        <w:rtl/>
                        <w:lang w:bidi="fa-IR"/>
                      </w:rPr>
                    </w:pPr>
                    <w:r w:rsidRPr="0061786C">
                      <w:rPr>
                        <w:rFonts w:ascii="IranNastaliq" w:hAnsi="IranNastaliq" w:cs="IranNastaliq"/>
                        <w:b/>
                        <w:bCs/>
                        <w:sz w:val="40"/>
                        <w:szCs w:val="40"/>
                        <w:rtl/>
                        <w:lang w:bidi="fa-IR"/>
                      </w:rPr>
                      <w:t>بسمه تعالی</w:t>
                    </w:r>
                  </w:p>
                  <w:p w14:paraId="5500AC18" w14:textId="77777777" w:rsidR="009F41A6" w:rsidRPr="0061786C" w:rsidRDefault="009F41A6" w:rsidP="009F41A6">
                    <w:pPr>
                      <w:rPr>
                        <w:rFonts w:ascii="IranNastaliq" w:hAnsi="IranNastaliq" w:cs="IranNastaliq"/>
                        <w:sz w:val="40"/>
                        <w:szCs w:val="40"/>
                        <w:rtl/>
                        <w:lang w:bidi="fa-IR"/>
                      </w:rPr>
                    </w:pPr>
                  </w:p>
                  <w:p w14:paraId="15D6FD2C" w14:textId="77777777" w:rsidR="009F41A6" w:rsidRPr="0061786C" w:rsidRDefault="009F41A6" w:rsidP="009F41A6">
                    <w:pPr>
                      <w:ind w:left="6758"/>
                      <w:rPr>
                        <w:rFonts w:ascii="IranNastaliq" w:hAnsi="IranNastaliq" w:cs="IranNastaliq"/>
                        <w:sz w:val="40"/>
                        <w:szCs w:val="40"/>
                        <w:lang w:bidi="fa-IR"/>
                      </w:rPr>
                    </w:pPr>
                    <w:r w:rsidRPr="0061786C">
                      <w:rPr>
                        <w:rFonts w:ascii="IranNastaliq" w:hAnsi="IranNastaliq" w:cs="IranNastaliq"/>
                        <w:sz w:val="40"/>
                        <w:szCs w:val="40"/>
                        <w:rtl/>
                        <w:lang w:bidi="fa-IR"/>
                      </w:rPr>
                      <w:t>شماره:     /1- 147 ص پ</w:t>
                    </w:r>
                  </w:p>
                  <w:p w14:paraId="73BB3C66" w14:textId="77777777" w:rsidR="009F41A6" w:rsidRPr="0061786C" w:rsidRDefault="009F41A6" w:rsidP="009F41A6">
                    <w:pPr>
                      <w:ind w:left="6758"/>
                      <w:rPr>
                        <w:rFonts w:ascii="IranNastaliq" w:hAnsi="IranNastaliq" w:cs="IranNastaliq"/>
                        <w:sz w:val="40"/>
                        <w:szCs w:val="40"/>
                        <w:lang w:bidi="fa-IR"/>
                      </w:rPr>
                    </w:pPr>
                    <w:r w:rsidRPr="0061786C">
                      <w:rPr>
                        <w:rFonts w:ascii="IranNastaliq" w:hAnsi="IranNastaliq" w:cs="IranNastaliq"/>
                        <w:sz w:val="40"/>
                        <w:szCs w:val="40"/>
                        <w:rtl/>
                        <w:lang w:bidi="fa-IR"/>
                      </w:rPr>
                      <w:t>پیوست: یک برگ شماره:     /1- 147 ص پ</w:t>
                    </w:r>
                  </w:p>
                  <w:p w14:paraId="710916D4" w14:textId="77777777" w:rsidR="009F41A6" w:rsidRPr="0061786C" w:rsidRDefault="009F41A6" w:rsidP="009F41A6">
                    <w:pPr>
                      <w:rPr>
                        <w:rFonts w:ascii="IranNastaliq" w:hAnsi="IranNastaliq" w:cs="IranNastaliq"/>
                        <w:sz w:val="40"/>
                        <w:szCs w:val="40"/>
                      </w:rPr>
                    </w:pPr>
                    <w:r w:rsidRPr="0061786C">
                      <w:rPr>
                        <w:rFonts w:ascii="IranNastaliq" w:hAnsi="IranNastaliq" w:cs="IranNastaliq"/>
                        <w:sz w:val="40"/>
                        <w:szCs w:val="40"/>
                        <w:rtl/>
                        <w:lang w:bidi="fa-IR"/>
                      </w:rPr>
                      <w:t>پیوست: یک برگ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85F8C"/>
    <w:multiLevelType w:val="hybridMultilevel"/>
    <w:tmpl w:val="5B181B1E"/>
    <w:lvl w:ilvl="0" w:tplc="640A4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648E"/>
    <w:multiLevelType w:val="hybridMultilevel"/>
    <w:tmpl w:val="F79CCA94"/>
    <w:lvl w:ilvl="0" w:tplc="B9E2C654">
      <w:start w:val="1"/>
      <w:numFmt w:val="decimal"/>
      <w:lvlText w:val="%1-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2" w15:restartNumberingAfterBreak="0">
    <w:nsid w:val="114945F9"/>
    <w:multiLevelType w:val="hybridMultilevel"/>
    <w:tmpl w:val="72D27B80"/>
    <w:lvl w:ilvl="0" w:tplc="D3224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940A9"/>
    <w:multiLevelType w:val="hybridMultilevel"/>
    <w:tmpl w:val="51B61FB4"/>
    <w:lvl w:ilvl="0" w:tplc="191475C6">
      <w:start w:val="1"/>
      <w:numFmt w:val="decimal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4" w15:restartNumberingAfterBreak="0">
    <w:nsid w:val="188C647B"/>
    <w:multiLevelType w:val="hybridMultilevel"/>
    <w:tmpl w:val="00AAE224"/>
    <w:lvl w:ilvl="0" w:tplc="7B4468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F3CC9"/>
    <w:multiLevelType w:val="hybridMultilevel"/>
    <w:tmpl w:val="39B8C544"/>
    <w:lvl w:ilvl="0" w:tplc="C2248E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E450D9"/>
    <w:multiLevelType w:val="hybridMultilevel"/>
    <w:tmpl w:val="7A50DBFE"/>
    <w:lvl w:ilvl="0" w:tplc="22102400">
      <w:start w:val="1"/>
      <w:numFmt w:val="decimal"/>
      <w:lvlText w:val="%1-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7" w15:restartNumberingAfterBreak="0">
    <w:nsid w:val="2DC92261"/>
    <w:multiLevelType w:val="hybridMultilevel"/>
    <w:tmpl w:val="B8B22742"/>
    <w:lvl w:ilvl="0" w:tplc="42205BF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Yagu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4222E5"/>
    <w:multiLevelType w:val="hybridMultilevel"/>
    <w:tmpl w:val="5C325410"/>
    <w:lvl w:ilvl="0" w:tplc="37DEA6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0435E"/>
    <w:multiLevelType w:val="multilevel"/>
    <w:tmpl w:val="6374B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A473EB"/>
    <w:multiLevelType w:val="hybridMultilevel"/>
    <w:tmpl w:val="13BC84EC"/>
    <w:lvl w:ilvl="0" w:tplc="628E7DC2">
      <w:numFmt w:val="bullet"/>
      <w:lvlText w:val="-"/>
      <w:lvlJc w:val="left"/>
      <w:pPr>
        <w:ind w:left="317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1" w15:restartNumberingAfterBreak="0">
    <w:nsid w:val="3B626A10"/>
    <w:multiLevelType w:val="hybridMultilevel"/>
    <w:tmpl w:val="16BC740E"/>
    <w:lvl w:ilvl="0" w:tplc="2506A608">
      <w:start w:val="1"/>
      <w:numFmt w:val="decimal"/>
      <w:lvlText w:val="%1-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2" w15:restartNumberingAfterBreak="0">
    <w:nsid w:val="3BB25E00"/>
    <w:multiLevelType w:val="hybridMultilevel"/>
    <w:tmpl w:val="11E4A2AC"/>
    <w:lvl w:ilvl="0" w:tplc="804202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2460A"/>
    <w:multiLevelType w:val="hybridMultilevel"/>
    <w:tmpl w:val="DF80B5E8"/>
    <w:lvl w:ilvl="0" w:tplc="39445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F4E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5F1147"/>
    <w:multiLevelType w:val="hybridMultilevel"/>
    <w:tmpl w:val="F9109E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882D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194B03"/>
    <w:multiLevelType w:val="multilevel"/>
    <w:tmpl w:val="050041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0810F0"/>
    <w:multiLevelType w:val="hybridMultilevel"/>
    <w:tmpl w:val="1A98B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122F0"/>
    <w:multiLevelType w:val="hybridMultilevel"/>
    <w:tmpl w:val="43989238"/>
    <w:lvl w:ilvl="0" w:tplc="07C09F6A">
      <w:start w:val="1"/>
      <w:numFmt w:val="decimal"/>
      <w:lvlText w:val="%1-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20" w15:restartNumberingAfterBreak="0">
    <w:nsid w:val="6BF01BA3"/>
    <w:multiLevelType w:val="multilevel"/>
    <w:tmpl w:val="DEB431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503F91"/>
    <w:multiLevelType w:val="hybridMultilevel"/>
    <w:tmpl w:val="C25238B0"/>
    <w:lvl w:ilvl="0" w:tplc="0409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2" w15:restartNumberingAfterBreak="0">
    <w:nsid w:val="716D41B0"/>
    <w:multiLevelType w:val="hybridMultilevel"/>
    <w:tmpl w:val="F684E696"/>
    <w:lvl w:ilvl="0" w:tplc="9528AA90">
      <w:numFmt w:val="bullet"/>
      <w:lvlText w:val="-"/>
      <w:lvlJc w:val="left"/>
      <w:pPr>
        <w:ind w:left="1079" w:hanging="360"/>
      </w:pPr>
      <w:rPr>
        <w:rFonts w:ascii="Times New Roman" w:eastAsia="Times New Roman" w:hAnsi="Times New Roman" w:cs="Yagut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3" w15:restartNumberingAfterBreak="0">
    <w:nsid w:val="7E54236E"/>
    <w:multiLevelType w:val="hybridMultilevel"/>
    <w:tmpl w:val="27C63C4E"/>
    <w:lvl w:ilvl="0" w:tplc="8E2EF13C">
      <w:start w:val="1"/>
      <w:numFmt w:val="decimal"/>
      <w:lvlText w:val="%1-"/>
      <w:lvlJc w:val="left"/>
      <w:pPr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num w:numId="1" w16cid:durableId="229080318">
    <w:abstractNumId w:val="5"/>
  </w:num>
  <w:num w:numId="2" w16cid:durableId="56906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0648980">
    <w:abstractNumId w:val="7"/>
  </w:num>
  <w:num w:numId="4" w16cid:durableId="488719478">
    <w:abstractNumId w:val="22"/>
  </w:num>
  <w:num w:numId="5" w16cid:durableId="1487820963">
    <w:abstractNumId w:val="13"/>
  </w:num>
  <w:num w:numId="6" w16cid:durableId="1332634482">
    <w:abstractNumId w:val="18"/>
  </w:num>
  <w:num w:numId="7" w16cid:durableId="250700522">
    <w:abstractNumId w:val="2"/>
  </w:num>
  <w:num w:numId="8" w16cid:durableId="1037969145">
    <w:abstractNumId w:val="8"/>
  </w:num>
  <w:num w:numId="9" w16cid:durableId="808204015">
    <w:abstractNumId w:val="14"/>
  </w:num>
  <w:num w:numId="10" w16cid:durableId="85808329">
    <w:abstractNumId w:val="20"/>
  </w:num>
  <w:num w:numId="11" w16cid:durableId="1638491723">
    <w:abstractNumId w:val="17"/>
  </w:num>
  <w:num w:numId="12" w16cid:durableId="31462891">
    <w:abstractNumId w:val="9"/>
  </w:num>
  <w:num w:numId="13" w16cid:durableId="1647855014">
    <w:abstractNumId w:val="16"/>
  </w:num>
  <w:num w:numId="14" w16cid:durableId="261888105">
    <w:abstractNumId w:val="0"/>
  </w:num>
  <w:num w:numId="15" w16cid:durableId="597565671">
    <w:abstractNumId w:val="12"/>
  </w:num>
  <w:num w:numId="16" w16cid:durableId="694237058">
    <w:abstractNumId w:val="21"/>
  </w:num>
  <w:num w:numId="17" w16cid:durableId="577129739">
    <w:abstractNumId w:val="4"/>
  </w:num>
  <w:num w:numId="18" w16cid:durableId="1473404966">
    <w:abstractNumId w:val="1"/>
  </w:num>
  <w:num w:numId="19" w16cid:durableId="1806659095">
    <w:abstractNumId w:val="6"/>
  </w:num>
  <w:num w:numId="20" w16cid:durableId="1685134892">
    <w:abstractNumId w:val="10"/>
  </w:num>
  <w:num w:numId="21" w16cid:durableId="867254653">
    <w:abstractNumId w:val="11"/>
  </w:num>
  <w:num w:numId="22" w16cid:durableId="923993046">
    <w:abstractNumId w:val="23"/>
  </w:num>
  <w:num w:numId="23" w16cid:durableId="575821378">
    <w:abstractNumId w:val="19"/>
  </w:num>
  <w:num w:numId="24" w16cid:durableId="546992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FA"/>
    <w:rsid w:val="00001703"/>
    <w:rsid w:val="0000209A"/>
    <w:rsid w:val="000038DC"/>
    <w:rsid w:val="00003E57"/>
    <w:rsid w:val="0000402A"/>
    <w:rsid w:val="00004B33"/>
    <w:rsid w:val="00005925"/>
    <w:rsid w:val="00005D8C"/>
    <w:rsid w:val="00005E57"/>
    <w:rsid w:val="0000710A"/>
    <w:rsid w:val="00011694"/>
    <w:rsid w:val="0001187A"/>
    <w:rsid w:val="0001353F"/>
    <w:rsid w:val="00013D41"/>
    <w:rsid w:val="00015113"/>
    <w:rsid w:val="000164A8"/>
    <w:rsid w:val="000168B1"/>
    <w:rsid w:val="00017E73"/>
    <w:rsid w:val="000202F9"/>
    <w:rsid w:val="000219FA"/>
    <w:rsid w:val="00023A4E"/>
    <w:rsid w:val="000252F0"/>
    <w:rsid w:val="00025A77"/>
    <w:rsid w:val="000272BF"/>
    <w:rsid w:val="00027365"/>
    <w:rsid w:val="00030956"/>
    <w:rsid w:val="00030CBE"/>
    <w:rsid w:val="00032F77"/>
    <w:rsid w:val="0003368E"/>
    <w:rsid w:val="000366AC"/>
    <w:rsid w:val="0004004F"/>
    <w:rsid w:val="00040A5C"/>
    <w:rsid w:val="0004184D"/>
    <w:rsid w:val="00042CEF"/>
    <w:rsid w:val="000435A8"/>
    <w:rsid w:val="00045119"/>
    <w:rsid w:val="000508FE"/>
    <w:rsid w:val="00051BD9"/>
    <w:rsid w:val="00052FE6"/>
    <w:rsid w:val="000534EA"/>
    <w:rsid w:val="000551B1"/>
    <w:rsid w:val="000626C0"/>
    <w:rsid w:val="00063B2A"/>
    <w:rsid w:val="00063C3A"/>
    <w:rsid w:val="00064490"/>
    <w:rsid w:val="00071610"/>
    <w:rsid w:val="00071B81"/>
    <w:rsid w:val="00072022"/>
    <w:rsid w:val="00072A75"/>
    <w:rsid w:val="00073196"/>
    <w:rsid w:val="00073C3A"/>
    <w:rsid w:val="0007444A"/>
    <w:rsid w:val="00076612"/>
    <w:rsid w:val="00080CE0"/>
    <w:rsid w:val="0008506B"/>
    <w:rsid w:val="00087639"/>
    <w:rsid w:val="0009057C"/>
    <w:rsid w:val="00091BC9"/>
    <w:rsid w:val="000946FD"/>
    <w:rsid w:val="00095C47"/>
    <w:rsid w:val="00095D35"/>
    <w:rsid w:val="000970D7"/>
    <w:rsid w:val="00097752"/>
    <w:rsid w:val="000A20F5"/>
    <w:rsid w:val="000A287B"/>
    <w:rsid w:val="000A5541"/>
    <w:rsid w:val="000A6F45"/>
    <w:rsid w:val="000B0542"/>
    <w:rsid w:val="000B21B5"/>
    <w:rsid w:val="000B28DD"/>
    <w:rsid w:val="000B30C0"/>
    <w:rsid w:val="000B3210"/>
    <w:rsid w:val="000B63AC"/>
    <w:rsid w:val="000B681B"/>
    <w:rsid w:val="000B72F8"/>
    <w:rsid w:val="000B7DBE"/>
    <w:rsid w:val="000C43A6"/>
    <w:rsid w:val="000C593B"/>
    <w:rsid w:val="000C7D1D"/>
    <w:rsid w:val="000D008A"/>
    <w:rsid w:val="000D498F"/>
    <w:rsid w:val="000D4B61"/>
    <w:rsid w:val="000D534B"/>
    <w:rsid w:val="000D6666"/>
    <w:rsid w:val="000E1059"/>
    <w:rsid w:val="000E1498"/>
    <w:rsid w:val="000E1D6C"/>
    <w:rsid w:val="000E2630"/>
    <w:rsid w:val="000E38D7"/>
    <w:rsid w:val="000E3D43"/>
    <w:rsid w:val="000E418E"/>
    <w:rsid w:val="000E6959"/>
    <w:rsid w:val="000F53D8"/>
    <w:rsid w:val="000F6F97"/>
    <w:rsid w:val="001000E3"/>
    <w:rsid w:val="001004F1"/>
    <w:rsid w:val="00101D6E"/>
    <w:rsid w:val="00104C6C"/>
    <w:rsid w:val="00107B85"/>
    <w:rsid w:val="0011282D"/>
    <w:rsid w:val="001152AD"/>
    <w:rsid w:val="0011625E"/>
    <w:rsid w:val="00117D5C"/>
    <w:rsid w:val="001217D9"/>
    <w:rsid w:val="0012554F"/>
    <w:rsid w:val="00126087"/>
    <w:rsid w:val="00130658"/>
    <w:rsid w:val="00131FF9"/>
    <w:rsid w:val="00132637"/>
    <w:rsid w:val="00135C56"/>
    <w:rsid w:val="00136113"/>
    <w:rsid w:val="00136C59"/>
    <w:rsid w:val="0013736A"/>
    <w:rsid w:val="001378DD"/>
    <w:rsid w:val="00144970"/>
    <w:rsid w:val="00144E98"/>
    <w:rsid w:val="00150DF9"/>
    <w:rsid w:val="00152419"/>
    <w:rsid w:val="001551B6"/>
    <w:rsid w:val="001572E4"/>
    <w:rsid w:val="001578D7"/>
    <w:rsid w:val="001602BB"/>
    <w:rsid w:val="0016095A"/>
    <w:rsid w:val="00161830"/>
    <w:rsid w:val="00163DA4"/>
    <w:rsid w:val="001654BB"/>
    <w:rsid w:val="00165694"/>
    <w:rsid w:val="0016604D"/>
    <w:rsid w:val="001707E9"/>
    <w:rsid w:val="00171BEB"/>
    <w:rsid w:val="00173FCA"/>
    <w:rsid w:val="001779E7"/>
    <w:rsid w:val="001831E5"/>
    <w:rsid w:val="00183B79"/>
    <w:rsid w:val="0018474B"/>
    <w:rsid w:val="0018475C"/>
    <w:rsid w:val="0018477F"/>
    <w:rsid w:val="00185232"/>
    <w:rsid w:val="00186304"/>
    <w:rsid w:val="00193007"/>
    <w:rsid w:val="00193796"/>
    <w:rsid w:val="00193FA3"/>
    <w:rsid w:val="0019451A"/>
    <w:rsid w:val="001A0218"/>
    <w:rsid w:val="001A0374"/>
    <w:rsid w:val="001A10C9"/>
    <w:rsid w:val="001A35AD"/>
    <w:rsid w:val="001A3BAE"/>
    <w:rsid w:val="001A74D1"/>
    <w:rsid w:val="001B2C75"/>
    <w:rsid w:val="001B4353"/>
    <w:rsid w:val="001B4A72"/>
    <w:rsid w:val="001B4D3F"/>
    <w:rsid w:val="001C20D2"/>
    <w:rsid w:val="001C4CBD"/>
    <w:rsid w:val="001C5E3B"/>
    <w:rsid w:val="001D295A"/>
    <w:rsid w:val="001D2CD5"/>
    <w:rsid w:val="001D42D3"/>
    <w:rsid w:val="001E0B2E"/>
    <w:rsid w:val="001E2680"/>
    <w:rsid w:val="001E498B"/>
    <w:rsid w:val="001E779A"/>
    <w:rsid w:val="001E77DC"/>
    <w:rsid w:val="001F5D98"/>
    <w:rsid w:val="00201260"/>
    <w:rsid w:val="00202033"/>
    <w:rsid w:val="0020297B"/>
    <w:rsid w:val="00202C32"/>
    <w:rsid w:val="00205313"/>
    <w:rsid w:val="002066A4"/>
    <w:rsid w:val="00207B71"/>
    <w:rsid w:val="00211D9F"/>
    <w:rsid w:val="00213AA9"/>
    <w:rsid w:val="00213F4E"/>
    <w:rsid w:val="00216465"/>
    <w:rsid w:val="0021733C"/>
    <w:rsid w:val="002224A0"/>
    <w:rsid w:val="0022314F"/>
    <w:rsid w:val="002231D8"/>
    <w:rsid w:val="002244BF"/>
    <w:rsid w:val="00225367"/>
    <w:rsid w:val="002256AA"/>
    <w:rsid w:val="0022743A"/>
    <w:rsid w:val="00227AF2"/>
    <w:rsid w:val="00231C40"/>
    <w:rsid w:val="002320F4"/>
    <w:rsid w:val="002326C7"/>
    <w:rsid w:val="0023294F"/>
    <w:rsid w:val="00234328"/>
    <w:rsid w:val="00235374"/>
    <w:rsid w:val="00236564"/>
    <w:rsid w:val="00237943"/>
    <w:rsid w:val="00242245"/>
    <w:rsid w:val="00242A62"/>
    <w:rsid w:val="0024526D"/>
    <w:rsid w:val="002523E1"/>
    <w:rsid w:val="002549EC"/>
    <w:rsid w:val="00261366"/>
    <w:rsid w:val="00261A1A"/>
    <w:rsid w:val="002661FE"/>
    <w:rsid w:val="002671BB"/>
    <w:rsid w:val="00267BEA"/>
    <w:rsid w:val="00272054"/>
    <w:rsid w:val="0027336C"/>
    <w:rsid w:val="00273522"/>
    <w:rsid w:val="0027360D"/>
    <w:rsid w:val="00273CD9"/>
    <w:rsid w:val="00274E4E"/>
    <w:rsid w:val="002770D9"/>
    <w:rsid w:val="0028047A"/>
    <w:rsid w:val="002829A9"/>
    <w:rsid w:val="0028351A"/>
    <w:rsid w:val="00286957"/>
    <w:rsid w:val="00291912"/>
    <w:rsid w:val="0029493E"/>
    <w:rsid w:val="002A2929"/>
    <w:rsid w:val="002A372A"/>
    <w:rsid w:val="002A3919"/>
    <w:rsid w:val="002A3C67"/>
    <w:rsid w:val="002A4285"/>
    <w:rsid w:val="002A5A31"/>
    <w:rsid w:val="002B30BC"/>
    <w:rsid w:val="002B352B"/>
    <w:rsid w:val="002B3797"/>
    <w:rsid w:val="002B38A2"/>
    <w:rsid w:val="002B40DC"/>
    <w:rsid w:val="002B69BA"/>
    <w:rsid w:val="002C1741"/>
    <w:rsid w:val="002C36AA"/>
    <w:rsid w:val="002C54F9"/>
    <w:rsid w:val="002C5ACC"/>
    <w:rsid w:val="002D2101"/>
    <w:rsid w:val="002D3094"/>
    <w:rsid w:val="002D3C4E"/>
    <w:rsid w:val="002D40B9"/>
    <w:rsid w:val="002D4710"/>
    <w:rsid w:val="002D4C70"/>
    <w:rsid w:val="002D6B36"/>
    <w:rsid w:val="002D7076"/>
    <w:rsid w:val="002D73C0"/>
    <w:rsid w:val="002E0F66"/>
    <w:rsid w:val="002E17F2"/>
    <w:rsid w:val="002E46E0"/>
    <w:rsid w:val="002E5A6D"/>
    <w:rsid w:val="002F3C5C"/>
    <w:rsid w:val="002F4784"/>
    <w:rsid w:val="002F4FFB"/>
    <w:rsid w:val="002F5882"/>
    <w:rsid w:val="002F7B27"/>
    <w:rsid w:val="002F7FD7"/>
    <w:rsid w:val="003004D3"/>
    <w:rsid w:val="00300687"/>
    <w:rsid w:val="00301150"/>
    <w:rsid w:val="00302564"/>
    <w:rsid w:val="00302A6F"/>
    <w:rsid w:val="00303428"/>
    <w:rsid w:val="00306141"/>
    <w:rsid w:val="003066D1"/>
    <w:rsid w:val="00306CB7"/>
    <w:rsid w:val="0030770E"/>
    <w:rsid w:val="003143FA"/>
    <w:rsid w:val="0031447A"/>
    <w:rsid w:val="00316B49"/>
    <w:rsid w:val="00321281"/>
    <w:rsid w:val="00321E55"/>
    <w:rsid w:val="00323177"/>
    <w:rsid w:val="00323BFC"/>
    <w:rsid w:val="00323C76"/>
    <w:rsid w:val="0032406C"/>
    <w:rsid w:val="00330D96"/>
    <w:rsid w:val="00330DE0"/>
    <w:rsid w:val="0033240A"/>
    <w:rsid w:val="0033480F"/>
    <w:rsid w:val="00334CF4"/>
    <w:rsid w:val="00336ECE"/>
    <w:rsid w:val="00340681"/>
    <w:rsid w:val="0034087F"/>
    <w:rsid w:val="00340D61"/>
    <w:rsid w:val="00341F5D"/>
    <w:rsid w:val="00345BEB"/>
    <w:rsid w:val="00346D97"/>
    <w:rsid w:val="0035154F"/>
    <w:rsid w:val="00352379"/>
    <w:rsid w:val="00352918"/>
    <w:rsid w:val="00354602"/>
    <w:rsid w:val="00355D2A"/>
    <w:rsid w:val="00355D39"/>
    <w:rsid w:val="00356F4E"/>
    <w:rsid w:val="00362C4E"/>
    <w:rsid w:val="00363F3D"/>
    <w:rsid w:val="00366536"/>
    <w:rsid w:val="003669CD"/>
    <w:rsid w:val="00366C15"/>
    <w:rsid w:val="00367A60"/>
    <w:rsid w:val="00367BB7"/>
    <w:rsid w:val="00367F7C"/>
    <w:rsid w:val="0037295B"/>
    <w:rsid w:val="00372B33"/>
    <w:rsid w:val="00376924"/>
    <w:rsid w:val="00380461"/>
    <w:rsid w:val="00391A75"/>
    <w:rsid w:val="00392214"/>
    <w:rsid w:val="00394130"/>
    <w:rsid w:val="00394B8A"/>
    <w:rsid w:val="003955B0"/>
    <w:rsid w:val="003958C4"/>
    <w:rsid w:val="00395D9C"/>
    <w:rsid w:val="00395F63"/>
    <w:rsid w:val="00397122"/>
    <w:rsid w:val="003A3637"/>
    <w:rsid w:val="003A4756"/>
    <w:rsid w:val="003A6A10"/>
    <w:rsid w:val="003B04A6"/>
    <w:rsid w:val="003B1605"/>
    <w:rsid w:val="003B27A0"/>
    <w:rsid w:val="003B36C4"/>
    <w:rsid w:val="003B514A"/>
    <w:rsid w:val="003B7D00"/>
    <w:rsid w:val="003C1DBB"/>
    <w:rsid w:val="003C20FB"/>
    <w:rsid w:val="003C2EDD"/>
    <w:rsid w:val="003C34B8"/>
    <w:rsid w:val="003C3763"/>
    <w:rsid w:val="003C5C19"/>
    <w:rsid w:val="003C768F"/>
    <w:rsid w:val="003D1E08"/>
    <w:rsid w:val="003D2BAE"/>
    <w:rsid w:val="003D41AB"/>
    <w:rsid w:val="003D4893"/>
    <w:rsid w:val="003D7B70"/>
    <w:rsid w:val="003E1D2B"/>
    <w:rsid w:val="003E2655"/>
    <w:rsid w:val="003E2FA3"/>
    <w:rsid w:val="003E3F96"/>
    <w:rsid w:val="003E6718"/>
    <w:rsid w:val="003E690A"/>
    <w:rsid w:val="003E7452"/>
    <w:rsid w:val="003F036B"/>
    <w:rsid w:val="003F201A"/>
    <w:rsid w:val="003F2ABE"/>
    <w:rsid w:val="003F4789"/>
    <w:rsid w:val="003F74E3"/>
    <w:rsid w:val="004000C4"/>
    <w:rsid w:val="00401668"/>
    <w:rsid w:val="00401EB1"/>
    <w:rsid w:val="0040453E"/>
    <w:rsid w:val="00406FB4"/>
    <w:rsid w:val="00410636"/>
    <w:rsid w:val="00411742"/>
    <w:rsid w:val="00411759"/>
    <w:rsid w:val="00417F68"/>
    <w:rsid w:val="004204B5"/>
    <w:rsid w:val="004235B4"/>
    <w:rsid w:val="004238F0"/>
    <w:rsid w:val="00423FF4"/>
    <w:rsid w:val="00426EFD"/>
    <w:rsid w:val="00427C1F"/>
    <w:rsid w:val="00431CA2"/>
    <w:rsid w:val="00431DDA"/>
    <w:rsid w:val="004324E5"/>
    <w:rsid w:val="004334D9"/>
    <w:rsid w:val="004351F1"/>
    <w:rsid w:val="004360B5"/>
    <w:rsid w:val="00441932"/>
    <w:rsid w:val="00441C0E"/>
    <w:rsid w:val="00446E12"/>
    <w:rsid w:val="004517C1"/>
    <w:rsid w:val="00454BA5"/>
    <w:rsid w:val="00456973"/>
    <w:rsid w:val="0045758F"/>
    <w:rsid w:val="0045782E"/>
    <w:rsid w:val="00457C21"/>
    <w:rsid w:val="0046056D"/>
    <w:rsid w:val="0046186A"/>
    <w:rsid w:val="00461FBC"/>
    <w:rsid w:val="00464505"/>
    <w:rsid w:val="00464831"/>
    <w:rsid w:val="00465399"/>
    <w:rsid w:val="00465521"/>
    <w:rsid w:val="00467950"/>
    <w:rsid w:val="00467ECC"/>
    <w:rsid w:val="0047280F"/>
    <w:rsid w:val="004760BA"/>
    <w:rsid w:val="00476510"/>
    <w:rsid w:val="004768A5"/>
    <w:rsid w:val="00477BB9"/>
    <w:rsid w:val="0048046C"/>
    <w:rsid w:val="00481E70"/>
    <w:rsid w:val="00482C82"/>
    <w:rsid w:val="00482D3C"/>
    <w:rsid w:val="00485BCE"/>
    <w:rsid w:val="004863E9"/>
    <w:rsid w:val="00486F3A"/>
    <w:rsid w:val="0049023D"/>
    <w:rsid w:val="004903FE"/>
    <w:rsid w:val="004A3717"/>
    <w:rsid w:val="004A5E97"/>
    <w:rsid w:val="004B17EF"/>
    <w:rsid w:val="004B1FA3"/>
    <w:rsid w:val="004B27F3"/>
    <w:rsid w:val="004B5292"/>
    <w:rsid w:val="004B5C24"/>
    <w:rsid w:val="004B6114"/>
    <w:rsid w:val="004C39B0"/>
    <w:rsid w:val="004C536C"/>
    <w:rsid w:val="004C6638"/>
    <w:rsid w:val="004C7145"/>
    <w:rsid w:val="004C764B"/>
    <w:rsid w:val="004D071A"/>
    <w:rsid w:val="004D09A3"/>
    <w:rsid w:val="004D3078"/>
    <w:rsid w:val="004D4C35"/>
    <w:rsid w:val="004D553D"/>
    <w:rsid w:val="004D5654"/>
    <w:rsid w:val="004D5F7A"/>
    <w:rsid w:val="004E33CF"/>
    <w:rsid w:val="004E50EB"/>
    <w:rsid w:val="004E6DC5"/>
    <w:rsid w:val="004F1146"/>
    <w:rsid w:val="004F276C"/>
    <w:rsid w:val="004F292A"/>
    <w:rsid w:val="004F2A4E"/>
    <w:rsid w:val="004F3B86"/>
    <w:rsid w:val="004F43C4"/>
    <w:rsid w:val="004F4882"/>
    <w:rsid w:val="00500B05"/>
    <w:rsid w:val="005019D9"/>
    <w:rsid w:val="00501C6A"/>
    <w:rsid w:val="00502EEE"/>
    <w:rsid w:val="0050358A"/>
    <w:rsid w:val="00504E02"/>
    <w:rsid w:val="0050581A"/>
    <w:rsid w:val="00506B6C"/>
    <w:rsid w:val="0051242E"/>
    <w:rsid w:val="00521533"/>
    <w:rsid w:val="005217B2"/>
    <w:rsid w:val="0052190D"/>
    <w:rsid w:val="00522570"/>
    <w:rsid w:val="0053436E"/>
    <w:rsid w:val="00537C9D"/>
    <w:rsid w:val="00541FC9"/>
    <w:rsid w:val="00542C13"/>
    <w:rsid w:val="00543282"/>
    <w:rsid w:val="00545147"/>
    <w:rsid w:val="00545E69"/>
    <w:rsid w:val="005520C4"/>
    <w:rsid w:val="00561E19"/>
    <w:rsid w:val="00562B21"/>
    <w:rsid w:val="00564849"/>
    <w:rsid w:val="0056614E"/>
    <w:rsid w:val="00566658"/>
    <w:rsid w:val="005667A5"/>
    <w:rsid w:val="00566B09"/>
    <w:rsid w:val="00567CBB"/>
    <w:rsid w:val="00567EC8"/>
    <w:rsid w:val="005714FB"/>
    <w:rsid w:val="0057156D"/>
    <w:rsid w:val="005729C6"/>
    <w:rsid w:val="005735C5"/>
    <w:rsid w:val="005738E3"/>
    <w:rsid w:val="00573DBE"/>
    <w:rsid w:val="0058079F"/>
    <w:rsid w:val="005811E9"/>
    <w:rsid w:val="0058470D"/>
    <w:rsid w:val="00587750"/>
    <w:rsid w:val="00591A52"/>
    <w:rsid w:val="005936B4"/>
    <w:rsid w:val="00593AAB"/>
    <w:rsid w:val="005943BA"/>
    <w:rsid w:val="005949A8"/>
    <w:rsid w:val="00596012"/>
    <w:rsid w:val="005A2101"/>
    <w:rsid w:val="005A662E"/>
    <w:rsid w:val="005A6A9C"/>
    <w:rsid w:val="005A7E7F"/>
    <w:rsid w:val="005B2656"/>
    <w:rsid w:val="005B43E0"/>
    <w:rsid w:val="005B670E"/>
    <w:rsid w:val="005B7311"/>
    <w:rsid w:val="005C13B5"/>
    <w:rsid w:val="005C19CE"/>
    <w:rsid w:val="005C2142"/>
    <w:rsid w:val="005C52AD"/>
    <w:rsid w:val="005C6BDB"/>
    <w:rsid w:val="005D0DE3"/>
    <w:rsid w:val="005D560A"/>
    <w:rsid w:val="005D66DB"/>
    <w:rsid w:val="005E0174"/>
    <w:rsid w:val="005E0528"/>
    <w:rsid w:val="005E06A5"/>
    <w:rsid w:val="005E1BC5"/>
    <w:rsid w:val="005E3999"/>
    <w:rsid w:val="005E4CF3"/>
    <w:rsid w:val="005E76E4"/>
    <w:rsid w:val="005F2DE6"/>
    <w:rsid w:val="005F419A"/>
    <w:rsid w:val="005F62C5"/>
    <w:rsid w:val="00601C5B"/>
    <w:rsid w:val="00603B1A"/>
    <w:rsid w:val="00606D29"/>
    <w:rsid w:val="00611847"/>
    <w:rsid w:val="006121C0"/>
    <w:rsid w:val="006143A7"/>
    <w:rsid w:val="00615DBD"/>
    <w:rsid w:val="00615E20"/>
    <w:rsid w:val="0061786C"/>
    <w:rsid w:val="00621EE7"/>
    <w:rsid w:val="00625DD4"/>
    <w:rsid w:val="00627479"/>
    <w:rsid w:val="00634525"/>
    <w:rsid w:val="00634A13"/>
    <w:rsid w:val="006368D7"/>
    <w:rsid w:val="00637304"/>
    <w:rsid w:val="00637CEC"/>
    <w:rsid w:val="006404B8"/>
    <w:rsid w:val="00642AC1"/>
    <w:rsid w:val="0065041A"/>
    <w:rsid w:val="006542C7"/>
    <w:rsid w:val="0065725D"/>
    <w:rsid w:val="006573F3"/>
    <w:rsid w:val="00657B21"/>
    <w:rsid w:val="0066198F"/>
    <w:rsid w:val="00661D52"/>
    <w:rsid w:val="006654CB"/>
    <w:rsid w:val="00672B3C"/>
    <w:rsid w:val="00673DB7"/>
    <w:rsid w:val="0067632E"/>
    <w:rsid w:val="0067795F"/>
    <w:rsid w:val="00677CA9"/>
    <w:rsid w:val="00683077"/>
    <w:rsid w:val="0068392F"/>
    <w:rsid w:val="006850D9"/>
    <w:rsid w:val="006873B8"/>
    <w:rsid w:val="006907F7"/>
    <w:rsid w:val="00695461"/>
    <w:rsid w:val="00697AA9"/>
    <w:rsid w:val="006A53C8"/>
    <w:rsid w:val="006A6FA8"/>
    <w:rsid w:val="006A76CF"/>
    <w:rsid w:val="006B00CE"/>
    <w:rsid w:val="006B79A4"/>
    <w:rsid w:val="006C1524"/>
    <w:rsid w:val="006C1A99"/>
    <w:rsid w:val="006C2402"/>
    <w:rsid w:val="006C72DD"/>
    <w:rsid w:val="006D12E2"/>
    <w:rsid w:val="006D2760"/>
    <w:rsid w:val="006D2E6F"/>
    <w:rsid w:val="006D36C7"/>
    <w:rsid w:val="006D4954"/>
    <w:rsid w:val="006D4BDA"/>
    <w:rsid w:val="006D721B"/>
    <w:rsid w:val="006D7463"/>
    <w:rsid w:val="006E1F8C"/>
    <w:rsid w:val="006E2DD6"/>
    <w:rsid w:val="006E3760"/>
    <w:rsid w:val="006E3969"/>
    <w:rsid w:val="006E55ED"/>
    <w:rsid w:val="006E6271"/>
    <w:rsid w:val="006E72E0"/>
    <w:rsid w:val="006E775A"/>
    <w:rsid w:val="006F0A3C"/>
    <w:rsid w:val="006F1032"/>
    <w:rsid w:val="006F258D"/>
    <w:rsid w:val="006F57B1"/>
    <w:rsid w:val="006F6679"/>
    <w:rsid w:val="006F72DE"/>
    <w:rsid w:val="0070441C"/>
    <w:rsid w:val="00705BA6"/>
    <w:rsid w:val="00710461"/>
    <w:rsid w:val="007106C8"/>
    <w:rsid w:val="0071107B"/>
    <w:rsid w:val="007112C4"/>
    <w:rsid w:val="00713D7D"/>
    <w:rsid w:val="00714FD3"/>
    <w:rsid w:val="0071652D"/>
    <w:rsid w:val="0071793D"/>
    <w:rsid w:val="00720AD9"/>
    <w:rsid w:val="00720FDC"/>
    <w:rsid w:val="00721DF0"/>
    <w:rsid w:val="00723250"/>
    <w:rsid w:val="00724A0C"/>
    <w:rsid w:val="00725207"/>
    <w:rsid w:val="00725DE4"/>
    <w:rsid w:val="007302CA"/>
    <w:rsid w:val="0073190E"/>
    <w:rsid w:val="0073219D"/>
    <w:rsid w:val="0073247D"/>
    <w:rsid w:val="007345E3"/>
    <w:rsid w:val="007352CF"/>
    <w:rsid w:val="00742520"/>
    <w:rsid w:val="00745709"/>
    <w:rsid w:val="00746B53"/>
    <w:rsid w:val="0075041C"/>
    <w:rsid w:val="00753439"/>
    <w:rsid w:val="00757B78"/>
    <w:rsid w:val="00762B93"/>
    <w:rsid w:val="0076391C"/>
    <w:rsid w:val="007646C5"/>
    <w:rsid w:val="007647A9"/>
    <w:rsid w:val="00766784"/>
    <w:rsid w:val="007709DA"/>
    <w:rsid w:val="00770D10"/>
    <w:rsid w:val="007732CA"/>
    <w:rsid w:val="0077678D"/>
    <w:rsid w:val="00781BFC"/>
    <w:rsid w:val="00781F98"/>
    <w:rsid w:val="00782ED3"/>
    <w:rsid w:val="00783A2A"/>
    <w:rsid w:val="007840EB"/>
    <w:rsid w:val="00786912"/>
    <w:rsid w:val="00786BB9"/>
    <w:rsid w:val="00790486"/>
    <w:rsid w:val="00792DDE"/>
    <w:rsid w:val="00795730"/>
    <w:rsid w:val="00797EC8"/>
    <w:rsid w:val="007A1B0C"/>
    <w:rsid w:val="007A3DAF"/>
    <w:rsid w:val="007A51B5"/>
    <w:rsid w:val="007B11D8"/>
    <w:rsid w:val="007B1459"/>
    <w:rsid w:val="007B35BC"/>
    <w:rsid w:val="007B3A94"/>
    <w:rsid w:val="007C06B7"/>
    <w:rsid w:val="007C1002"/>
    <w:rsid w:val="007C19B6"/>
    <w:rsid w:val="007C7961"/>
    <w:rsid w:val="007D57CE"/>
    <w:rsid w:val="007E1907"/>
    <w:rsid w:val="007E1A7B"/>
    <w:rsid w:val="007E5367"/>
    <w:rsid w:val="007E7C9B"/>
    <w:rsid w:val="007F0C24"/>
    <w:rsid w:val="007F41C5"/>
    <w:rsid w:val="007F5FC6"/>
    <w:rsid w:val="007F66D9"/>
    <w:rsid w:val="007F6E08"/>
    <w:rsid w:val="007F7E78"/>
    <w:rsid w:val="008055F3"/>
    <w:rsid w:val="00811551"/>
    <w:rsid w:val="00813060"/>
    <w:rsid w:val="00814623"/>
    <w:rsid w:val="008201C6"/>
    <w:rsid w:val="00820A3C"/>
    <w:rsid w:val="008278EB"/>
    <w:rsid w:val="00833356"/>
    <w:rsid w:val="00833A5D"/>
    <w:rsid w:val="00833BC8"/>
    <w:rsid w:val="00834E30"/>
    <w:rsid w:val="00835A02"/>
    <w:rsid w:val="00835B00"/>
    <w:rsid w:val="008370BF"/>
    <w:rsid w:val="00837231"/>
    <w:rsid w:val="008405CF"/>
    <w:rsid w:val="00840C87"/>
    <w:rsid w:val="00844E19"/>
    <w:rsid w:val="00846614"/>
    <w:rsid w:val="00857072"/>
    <w:rsid w:val="00857ACA"/>
    <w:rsid w:val="00860AF9"/>
    <w:rsid w:val="0086366C"/>
    <w:rsid w:val="00863ED9"/>
    <w:rsid w:val="00870BD9"/>
    <w:rsid w:val="00871265"/>
    <w:rsid w:val="008725E8"/>
    <w:rsid w:val="00873B06"/>
    <w:rsid w:val="008746F1"/>
    <w:rsid w:val="0087558A"/>
    <w:rsid w:val="0087727C"/>
    <w:rsid w:val="008776BC"/>
    <w:rsid w:val="00884027"/>
    <w:rsid w:val="0088526B"/>
    <w:rsid w:val="00887E8A"/>
    <w:rsid w:val="008906ED"/>
    <w:rsid w:val="0089339E"/>
    <w:rsid w:val="00894065"/>
    <w:rsid w:val="008A77AB"/>
    <w:rsid w:val="008B378C"/>
    <w:rsid w:val="008B3C93"/>
    <w:rsid w:val="008B58D4"/>
    <w:rsid w:val="008B60EE"/>
    <w:rsid w:val="008C03D1"/>
    <w:rsid w:val="008C1D43"/>
    <w:rsid w:val="008C415B"/>
    <w:rsid w:val="008C4DAE"/>
    <w:rsid w:val="008D02BF"/>
    <w:rsid w:val="008D08EE"/>
    <w:rsid w:val="008D0EF5"/>
    <w:rsid w:val="008D2F2A"/>
    <w:rsid w:val="008D3D97"/>
    <w:rsid w:val="008D59A6"/>
    <w:rsid w:val="008D602E"/>
    <w:rsid w:val="008E079A"/>
    <w:rsid w:val="008E15F4"/>
    <w:rsid w:val="008E227D"/>
    <w:rsid w:val="008E33CD"/>
    <w:rsid w:val="008E41B0"/>
    <w:rsid w:val="008F24CB"/>
    <w:rsid w:val="008F467C"/>
    <w:rsid w:val="008F67E7"/>
    <w:rsid w:val="00900977"/>
    <w:rsid w:val="00900E2D"/>
    <w:rsid w:val="00900F3B"/>
    <w:rsid w:val="00902804"/>
    <w:rsid w:val="00903F0E"/>
    <w:rsid w:val="009041A7"/>
    <w:rsid w:val="0090522F"/>
    <w:rsid w:val="00907410"/>
    <w:rsid w:val="00911390"/>
    <w:rsid w:val="00912DA5"/>
    <w:rsid w:val="0091482B"/>
    <w:rsid w:val="0091733E"/>
    <w:rsid w:val="00921D9A"/>
    <w:rsid w:val="00921F9A"/>
    <w:rsid w:val="009228DB"/>
    <w:rsid w:val="009252F3"/>
    <w:rsid w:val="00925FBA"/>
    <w:rsid w:val="00926CA4"/>
    <w:rsid w:val="00931ACF"/>
    <w:rsid w:val="009328A5"/>
    <w:rsid w:val="009335F3"/>
    <w:rsid w:val="00934312"/>
    <w:rsid w:val="009348FD"/>
    <w:rsid w:val="00934ACD"/>
    <w:rsid w:val="00934F53"/>
    <w:rsid w:val="009369B2"/>
    <w:rsid w:val="00944724"/>
    <w:rsid w:val="009479D9"/>
    <w:rsid w:val="0095194E"/>
    <w:rsid w:val="00953DE8"/>
    <w:rsid w:val="009542BD"/>
    <w:rsid w:val="00957992"/>
    <w:rsid w:val="00961483"/>
    <w:rsid w:val="0096219C"/>
    <w:rsid w:val="0096564A"/>
    <w:rsid w:val="009662B2"/>
    <w:rsid w:val="009667A7"/>
    <w:rsid w:val="0096689D"/>
    <w:rsid w:val="00972D96"/>
    <w:rsid w:val="0097362B"/>
    <w:rsid w:val="00976363"/>
    <w:rsid w:val="009811EC"/>
    <w:rsid w:val="009812DC"/>
    <w:rsid w:val="00981CEE"/>
    <w:rsid w:val="009851F4"/>
    <w:rsid w:val="00985B50"/>
    <w:rsid w:val="00990A0E"/>
    <w:rsid w:val="0099147F"/>
    <w:rsid w:val="00992F21"/>
    <w:rsid w:val="00994BD9"/>
    <w:rsid w:val="009A131C"/>
    <w:rsid w:val="009A369F"/>
    <w:rsid w:val="009A419B"/>
    <w:rsid w:val="009A5CB7"/>
    <w:rsid w:val="009B4088"/>
    <w:rsid w:val="009B5734"/>
    <w:rsid w:val="009B5F4C"/>
    <w:rsid w:val="009B6146"/>
    <w:rsid w:val="009B79D6"/>
    <w:rsid w:val="009C1309"/>
    <w:rsid w:val="009C13AF"/>
    <w:rsid w:val="009C2658"/>
    <w:rsid w:val="009C43F3"/>
    <w:rsid w:val="009C5167"/>
    <w:rsid w:val="009C61AB"/>
    <w:rsid w:val="009C7E2F"/>
    <w:rsid w:val="009D160B"/>
    <w:rsid w:val="009D1817"/>
    <w:rsid w:val="009D7DEC"/>
    <w:rsid w:val="009E054F"/>
    <w:rsid w:val="009E1AE8"/>
    <w:rsid w:val="009E4AC3"/>
    <w:rsid w:val="009E5C1B"/>
    <w:rsid w:val="009E610F"/>
    <w:rsid w:val="009E6FEB"/>
    <w:rsid w:val="009F0F22"/>
    <w:rsid w:val="009F1B50"/>
    <w:rsid w:val="009F2992"/>
    <w:rsid w:val="009F3299"/>
    <w:rsid w:val="009F41A6"/>
    <w:rsid w:val="009F53F9"/>
    <w:rsid w:val="00A00119"/>
    <w:rsid w:val="00A008B7"/>
    <w:rsid w:val="00A0168A"/>
    <w:rsid w:val="00A020D6"/>
    <w:rsid w:val="00A03451"/>
    <w:rsid w:val="00A03A50"/>
    <w:rsid w:val="00A078FF"/>
    <w:rsid w:val="00A1069C"/>
    <w:rsid w:val="00A11ECC"/>
    <w:rsid w:val="00A150E6"/>
    <w:rsid w:val="00A16661"/>
    <w:rsid w:val="00A2011A"/>
    <w:rsid w:val="00A207B3"/>
    <w:rsid w:val="00A20891"/>
    <w:rsid w:val="00A2295B"/>
    <w:rsid w:val="00A30026"/>
    <w:rsid w:val="00A30C03"/>
    <w:rsid w:val="00A36765"/>
    <w:rsid w:val="00A36DDD"/>
    <w:rsid w:val="00A370E9"/>
    <w:rsid w:val="00A374EB"/>
    <w:rsid w:val="00A37E38"/>
    <w:rsid w:val="00A4012B"/>
    <w:rsid w:val="00A41090"/>
    <w:rsid w:val="00A421C7"/>
    <w:rsid w:val="00A43BD5"/>
    <w:rsid w:val="00A44893"/>
    <w:rsid w:val="00A461C3"/>
    <w:rsid w:val="00A46209"/>
    <w:rsid w:val="00A55B12"/>
    <w:rsid w:val="00A5630E"/>
    <w:rsid w:val="00A60A29"/>
    <w:rsid w:val="00A619D3"/>
    <w:rsid w:val="00A63C5A"/>
    <w:rsid w:val="00A63FDD"/>
    <w:rsid w:val="00A663FA"/>
    <w:rsid w:val="00A66592"/>
    <w:rsid w:val="00A67523"/>
    <w:rsid w:val="00A7087B"/>
    <w:rsid w:val="00A7396B"/>
    <w:rsid w:val="00A74DE1"/>
    <w:rsid w:val="00A75BB6"/>
    <w:rsid w:val="00A80B2C"/>
    <w:rsid w:val="00A81607"/>
    <w:rsid w:val="00A82742"/>
    <w:rsid w:val="00A83E86"/>
    <w:rsid w:val="00A84061"/>
    <w:rsid w:val="00A84EF4"/>
    <w:rsid w:val="00A862C5"/>
    <w:rsid w:val="00A91607"/>
    <w:rsid w:val="00A9196B"/>
    <w:rsid w:val="00A91F25"/>
    <w:rsid w:val="00A926C1"/>
    <w:rsid w:val="00A958F7"/>
    <w:rsid w:val="00A9716B"/>
    <w:rsid w:val="00AA0587"/>
    <w:rsid w:val="00AA0D54"/>
    <w:rsid w:val="00AA18CD"/>
    <w:rsid w:val="00AA216F"/>
    <w:rsid w:val="00AA3D19"/>
    <w:rsid w:val="00AA468F"/>
    <w:rsid w:val="00AA7518"/>
    <w:rsid w:val="00AA783E"/>
    <w:rsid w:val="00AA7C9C"/>
    <w:rsid w:val="00AB0A81"/>
    <w:rsid w:val="00AB1FF9"/>
    <w:rsid w:val="00AB4895"/>
    <w:rsid w:val="00AB4CB8"/>
    <w:rsid w:val="00AB6CA3"/>
    <w:rsid w:val="00AB6F4B"/>
    <w:rsid w:val="00AC0624"/>
    <w:rsid w:val="00AC23F1"/>
    <w:rsid w:val="00AC42EC"/>
    <w:rsid w:val="00AC5231"/>
    <w:rsid w:val="00AC53DD"/>
    <w:rsid w:val="00AD041E"/>
    <w:rsid w:val="00AD0A26"/>
    <w:rsid w:val="00AD21AB"/>
    <w:rsid w:val="00AD3A9F"/>
    <w:rsid w:val="00AD46DA"/>
    <w:rsid w:val="00AD6385"/>
    <w:rsid w:val="00AE3B0A"/>
    <w:rsid w:val="00AE444E"/>
    <w:rsid w:val="00AE496A"/>
    <w:rsid w:val="00AE6451"/>
    <w:rsid w:val="00AF2FEA"/>
    <w:rsid w:val="00AF3D2B"/>
    <w:rsid w:val="00AF3E84"/>
    <w:rsid w:val="00AF43B9"/>
    <w:rsid w:val="00AF5007"/>
    <w:rsid w:val="00AF539B"/>
    <w:rsid w:val="00B02060"/>
    <w:rsid w:val="00B02CBE"/>
    <w:rsid w:val="00B04400"/>
    <w:rsid w:val="00B0484F"/>
    <w:rsid w:val="00B05058"/>
    <w:rsid w:val="00B10907"/>
    <w:rsid w:val="00B1124F"/>
    <w:rsid w:val="00B117BD"/>
    <w:rsid w:val="00B15667"/>
    <w:rsid w:val="00B158F4"/>
    <w:rsid w:val="00B15BF4"/>
    <w:rsid w:val="00B210FE"/>
    <w:rsid w:val="00B24E3E"/>
    <w:rsid w:val="00B27C6B"/>
    <w:rsid w:val="00B30F0C"/>
    <w:rsid w:val="00B30FDF"/>
    <w:rsid w:val="00B3151B"/>
    <w:rsid w:val="00B337D8"/>
    <w:rsid w:val="00B36495"/>
    <w:rsid w:val="00B4024E"/>
    <w:rsid w:val="00B422B7"/>
    <w:rsid w:val="00B4298C"/>
    <w:rsid w:val="00B42CC8"/>
    <w:rsid w:val="00B45E42"/>
    <w:rsid w:val="00B467EB"/>
    <w:rsid w:val="00B52B4C"/>
    <w:rsid w:val="00B61BC2"/>
    <w:rsid w:val="00B61FB7"/>
    <w:rsid w:val="00B62C8D"/>
    <w:rsid w:val="00B63BA3"/>
    <w:rsid w:val="00B7132F"/>
    <w:rsid w:val="00B71704"/>
    <w:rsid w:val="00B7174D"/>
    <w:rsid w:val="00B73C1F"/>
    <w:rsid w:val="00B74769"/>
    <w:rsid w:val="00B76818"/>
    <w:rsid w:val="00B76EF4"/>
    <w:rsid w:val="00B77DE9"/>
    <w:rsid w:val="00B8019C"/>
    <w:rsid w:val="00B81523"/>
    <w:rsid w:val="00B81AC1"/>
    <w:rsid w:val="00B820DA"/>
    <w:rsid w:val="00B831C3"/>
    <w:rsid w:val="00B83B07"/>
    <w:rsid w:val="00B84D53"/>
    <w:rsid w:val="00B86273"/>
    <w:rsid w:val="00B868FA"/>
    <w:rsid w:val="00B91A71"/>
    <w:rsid w:val="00B91AB1"/>
    <w:rsid w:val="00B92BC0"/>
    <w:rsid w:val="00B92D55"/>
    <w:rsid w:val="00B93B9D"/>
    <w:rsid w:val="00B97EA7"/>
    <w:rsid w:val="00BA06FA"/>
    <w:rsid w:val="00BA363F"/>
    <w:rsid w:val="00BA3BDA"/>
    <w:rsid w:val="00BA67BB"/>
    <w:rsid w:val="00BA75FD"/>
    <w:rsid w:val="00BB04EA"/>
    <w:rsid w:val="00BB1558"/>
    <w:rsid w:val="00BB1CD6"/>
    <w:rsid w:val="00BB236D"/>
    <w:rsid w:val="00BB2457"/>
    <w:rsid w:val="00BB4D18"/>
    <w:rsid w:val="00BB78C7"/>
    <w:rsid w:val="00BC496B"/>
    <w:rsid w:val="00BC4AB9"/>
    <w:rsid w:val="00BC51E7"/>
    <w:rsid w:val="00BC5486"/>
    <w:rsid w:val="00BC60D0"/>
    <w:rsid w:val="00BC6F10"/>
    <w:rsid w:val="00BD39CC"/>
    <w:rsid w:val="00BD743A"/>
    <w:rsid w:val="00BD7A4D"/>
    <w:rsid w:val="00BE0876"/>
    <w:rsid w:val="00BE13A4"/>
    <w:rsid w:val="00BE1C1F"/>
    <w:rsid w:val="00BE3581"/>
    <w:rsid w:val="00BE4202"/>
    <w:rsid w:val="00BE495F"/>
    <w:rsid w:val="00BE504B"/>
    <w:rsid w:val="00BE5733"/>
    <w:rsid w:val="00BF0B50"/>
    <w:rsid w:val="00BF31E9"/>
    <w:rsid w:val="00BF5FB0"/>
    <w:rsid w:val="00BF6F21"/>
    <w:rsid w:val="00C02B9F"/>
    <w:rsid w:val="00C0356D"/>
    <w:rsid w:val="00C045DA"/>
    <w:rsid w:val="00C04991"/>
    <w:rsid w:val="00C04B17"/>
    <w:rsid w:val="00C07E32"/>
    <w:rsid w:val="00C10175"/>
    <w:rsid w:val="00C12ACC"/>
    <w:rsid w:val="00C14E10"/>
    <w:rsid w:val="00C16CE3"/>
    <w:rsid w:val="00C17C52"/>
    <w:rsid w:val="00C17EC8"/>
    <w:rsid w:val="00C2022D"/>
    <w:rsid w:val="00C21DE2"/>
    <w:rsid w:val="00C2242E"/>
    <w:rsid w:val="00C22FD3"/>
    <w:rsid w:val="00C23806"/>
    <w:rsid w:val="00C24400"/>
    <w:rsid w:val="00C2458B"/>
    <w:rsid w:val="00C2469F"/>
    <w:rsid w:val="00C261DF"/>
    <w:rsid w:val="00C27A5E"/>
    <w:rsid w:val="00C30E0E"/>
    <w:rsid w:val="00C30E79"/>
    <w:rsid w:val="00C30F57"/>
    <w:rsid w:val="00C31AE4"/>
    <w:rsid w:val="00C32B35"/>
    <w:rsid w:val="00C35102"/>
    <w:rsid w:val="00C36383"/>
    <w:rsid w:val="00C3715A"/>
    <w:rsid w:val="00C40D48"/>
    <w:rsid w:val="00C4234F"/>
    <w:rsid w:val="00C42421"/>
    <w:rsid w:val="00C43D22"/>
    <w:rsid w:val="00C467EE"/>
    <w:rsid w:val="00C51D60"/>
    <w:rsid w:val="00C53B0A"/>
    <w:rsid w:val="00C53CB0"/>
    <w:rsid w:val="00C53DA3"/>
    <w:rsid w:val="00C54C49"/>
    <w:rsid w:val="00C54CCF"/>
    <w:rsid w:val="00C54DCE"/>
    <w:rsid w:val="00C55B9D"/>
    <w:rsid w:val="00C627E3"/>
    <w:rsid w:val="00C636E0"/>
    <w:rsid w:val="00C6387B"/>
    <w:rsid w:val="00C66E7F"/>
    <w:rsid w:val="00C77D0B"/>
    <w:rsid w:val="00C8179C"/>
    <w:rsid w:val="00C83BC8"/>
    <w:rsid w:val="00C847D1"/>
    <w:rsid w:val="00C84C71"/>
    <w:rsid w:val="00C84E34"/>
    <w:rsid w:val="00C85802"/>
    <w:rsid w:val="00C859D7"/>
    <w:rsid w:val="00C86858"/>
    <w:rsid w:val="00C9317B"/>
    <w:rsid w:val="00C96181"/>
    <w:rsid w:val="00CA0C16"/>
    <w:rsid w:val="00CA156E"/>
    <w:rsid w:val="00CA33F3"/>
    <w:rsid w:val="00CA50BE"/>
    <w:rsid w:val="00CA697D"/>
    <w:rsid w:val="00CB30E6"/>
    <w:rsid w:val="00CB37D1"/>
    <w:rsid w:val="00CB57B7"/>
    <w:rsid w:val="00CB70D5"/>
    <w:rsid w:val="00CB742F"/>
    <w:rsid w:val="00CC0F27"/>
    <w:rsid w:val="00CC1DF4"/>
    <w:rsid w:val="00CC3DBB"/>
    <w:rsid w:val="00CC4973"/>
    <w:rsid w:val="00CC7D29"/>
    <w:rsid w:val="00CC7F70"/>
    <w:rsid w:val="00CD001F"/>
    <w:rsid w:val="00CD247B"/>
    <w:rsid w:val="00CD3FF8"/>
    <w:rsid w:val="00CD418D"/>
    <w:rsid w:val="00CD43B5"/>
    <w:rsid w:val="00CD55B0"/>
    <w:rsid w:val="00CD684A"/>
    <w:rsid w:val="00CD7F3F"/>
    <w:rsid w:val="00CE4B9C"/>
    <w:rsid w:val="00CE5820"/>
    <w:rsid w:val="00CE6A55"/>
    <w:rsid w:val="00CE7BC2"/>
    <w:rsid w:val="00CF796D"/>
    <w:rsid w:val="00D023A5"/>
    <w:rsid w:val="00D044C0"/>
    <w:rsid w:val="00D066EB"/>
    <w:rsid w:val="00D07F4C"/>
    <w:rsid w:val="00D1075C"/>
    <w:rsid w:val="00D129A5"/>
    <w:rsid w:val="00D22EB2"/>
    <w:rsid w:val="00D24446"/>
    <w:rsid w:val="00D2475A"/>
    <w:rsid w:val="00D26CD4"/>
    <w:rsid w:val="00D30210"/>
    <w:rsid w:val="00D31205"/>
    <w:rsid w:val="00D31BB8"/>
    <w:rsid w:val="00D33333"/>
    <w:rsid w:val="00D34977"/>
    <w:rsid w:val="00D34ED7"/>
    <w:rsid w:val="00D3531C"/>
    <w:rsid w:val="00D36949"/>
    <w:rsid w:val="00D372DF"/>
    <w:rsid w:val="00D426D4"/>
    <w:rsid w:val="00D45C00"/>
    <w:rsid w:val="00D46886"/>
    <w:rsid w:val="00D5049B"/>
    <w:rsid w:val="00D50776"/>
    <w:rsid w:val="00D51CB9"/>
    <w:rsid w:val="00D546CE"/>
    <w:rsid w:val="00D5520D"/>
    <w:rsid w:val="00D57217"/>
    <w:rsid w:val="00D612B9"/>
    <w:rsid w:val="00D65598"/>
    <w:rsid w:val="00D65644"/>
    <w:rsid w:val="00D6660B"/>
    <w:rsid w:val="00D673E0"/>
    <w:rsid w:val="00D702EF"/>
    <w:rsid w:val="00D703F5"/>
    <w:rsid w:val="00D70E81"/>
    <w:rsid w:val="00D81C46"/>
    <w:rsid w:val="00D83A9E"/>
    <w:rsid w:val="00D85206"/>
    <w:rsid w:val="00D908F2"/>
    <w:rsid w:val="00D90A76"/>
    <w:rsid w:val="00D9232B"/>
    <w:rsid w:val="00D94A4F"/>
    <w:rsid w:val="00D9532E"/>
    <w:rsid w:val="00D9767B"/>
    <w:rsid w:val="00DA2726"/>
    <w:rsid w:val="00DA2C50"/>
    <w:rsid w:val="00DA3A9E"/>
    <w:rsid w:val="00DB1265"/>
    <w:rsid w:val="00DB13A2"/>
    <w:rsid w:val="00DB2A19"/>
    <w:rsid w:val="00DB68DA"/>
    <w:rsid w:val="00DB77F1"/>
    <w:rsid w:val="00DB7884"/>
    <w:rsid w:val="00DB7CD0"/>
    <w:rsid w:val="00DC004B"/>
    <w:rsid w:val="00DC0423"/>
    <w:rsid w:val="00DC0C34"/>
    <w:rsid w:val="00DC43C4"/>
    <w:rsid w:val="00DC5F67"/>
    <w:rsid w:val="00DC681B"/>
    <w:rsid w:val="00DC7CC7"/>
    <w:rsid w:val="00DD4EC9"/>
    <w:rsid w:val="00DD7DE4"/>
    <w:rsid w:val="00DF108E"/>
    <w:rsid w:val="00E005D3"/>
    <w:rsid w:val="00E01A4A"/>
    <w:rsid w:val="00E01D92"/>
    <w:rsid w:val="00E03D65"/>
    <w:rsid w:val="00E04CDF"/>
    <w:rsid w:val="00E11445"/>
    <w:rsid w:val="00E121FB"/>
    <w:rsid w:val="00E129A1"/>
    <w:rsid w:val="00E13296"/>
    <w:rsid w:val="00E16C18"/>
    <w:rsid w:val="00E21314"/>
    <w:rsid w:val="00E237AA"/>
    <w:rsid w:val="00E27AAB"/>
    <w:rsid w:val="00E33E0B"/>
    <w:rsid w:val="00E342FE"/>
    <w:rsid w:val="00E3510D"/>
    <w:rsid w:val="00E4043C"/>
    <w:rsid w:val="00E41C4A"/>
    <w:rsid w:val="00E53A75"/>
    <w:rsid w:val="00E54361"/>
    <w:rsid w:val="00E57433"/>
    <w:rsid w:val="00E65A11"/>
    <w:rsid w:val="00E669DB"/>
    <w:rsid w:val="00E70009"/>
    <w:rsid w:val="00E71E46"/>
    <w:rsid w:val="00E73707"/>
    <w:rsid w:val="00E76EF3"/>
    <w:rsid w:val="00E822AF"/>
    <w:rsid w:val="00E866FE"/>
    <w:rsid w:val="00E92774"/>
    <w:rsid w:val="00E959E7"/>
    <w:rsid w:val="00E9715C"/>
    <w:rsid w:val="00E97B5D"/>
    <w:rsid w:val="00EA18FD"/>
    <w:rsid w:val="00EA41B8"/>
    <w:rsid w:val="00EA486C"/>
    <w:rsid w:val="00EA4EEB"/>
    <w:rsid w:val="00EA5692"/>
    <w:rsid w:val="00EB1D87"/>
    <w:rsid w:val="00EB5744"/>
    <w:rsid w:val="00EB5A8B"/>
    <w:rsid w:val="00EB64FE"/>
    <w:rsid w:val="00EC3827"/>
    <w:rsid w:val="00EC4E8F"/>
    <w:rsid w:val="00EC65AD"/>
    <w:rsid w:val="00EC79B6"/>
    <w:rsid w:val="00ED39CB"/>
    <w:rsid w:val="00ED3C0A"/>
    <w:rsid w:val="00ED4526"/>
    <w:rsid w:val="00ED512F"/>
    <w:rsid w:val="00ED56B9"/>
    <w:rsid w:val="00ED7454"/>
    <w:rsid w:val="00EE3384"/>
    <w:rsid w:val="00EE443F"/>
    <w:rsid w:val="00EE64C6"/>
    <w:rsid w:val="00EF03AD"/>
    <w:rsid w:val="00EF10DB"/>
    <w:rsid w:val="00EF19E7"/>
    <w:rsid w:val="00EF1C81"/>
    <w:rsid w:val="00EF4F18"/>
    <w:rsid w:val="00EF6D3A"/>
    <w:rsid w:val="00F005D5"/>
    <w:rsid w:val="00F00966"/>
    <w:rsid w:val="00F0393D"/>
    <w:rsid w:val="00F03DE5"/>
    <w:rsid w:val="00F12251"/>
    <w:rsid w:val="00F1292B"/>
    <w:rsid w:val="00F12955"/>
    <w:rsid w:val="00F1328A"/>
    <w:rsid w:val="00F158B9"/>
    <w:rsid w:val="00F16A86"/>
    <w:rsid w:val="00F305A0"/>
    <w:rsid w:val="00F32A20"/>
    <w:rsid w:val="00F35006"/>
    <w:rsid w:val="00F3649E"/>
    <w:rsid w:val="00F4295A"/>
    <w:rsid w:val="00F43B2E"/>
    <w:rsid w:val="00F43F0B"/>
    <w:rsid w:val="00F44789"/>
    <w:rsid w:val="00F4730F"/>
    <w:rsid w:val="00F5104B"/>
    <w:rsid w:val="00F520CF"/>
    <w:rsid w:val="00F54A5C"/>
    <w:rsid w:val="00F5631A"/>
    <w:rsid w:val="00F57285"/>
    <w:rsid w:val="00F63EEA"/>
    <w:rsid w:val="00F6583D"/>
    <w:rsid w:val="00F67BE6"/>
    <w:rsid w:val="00F70DB9"/>
    <w:rsid w:val="00F7127F"/>
    <w:rsid w:val="00F71DF9"/>
    <w:rsid w:val="00F7662C"/>
    <w:rsid w:val="00F76F9D"/>
    <w:rsid w:val="00F77B0D"/>
    <w:rsid w:val="00F77B8F"/>
    <w:rsid w:val="00F803DF"/>
    <w:rsid w:val="00F80B38"/>
    <w:rsid w:val="00F80E24"/>
    <w:rsid w:val="00F8100C"/>
    <w:rsid w:val="00F83BB2"/>
    <w:rsid w:val="00F86F6E"/>
    <w:rsid w:val="00F91A1E"/>
    <w:rsid w:val="00F94FCF"/>
    <w:rsid w:val="00F96929"/>
    <w:rsid w:val="00FA03C2"/>
    <w:rsid w:val="00FA0563"/>
    <w:rsid w:val="00FA0C2E"/>
    <w:rsid w:val="00FA2693"/>
    <w:rsid w:val="00FA741F"/>
    <w:rsid w:val="00FB0BFA"/>
    <w:rsid w:val="00FB0DDE"/>
    <w:rsid w:val="00FB10A8"/>
    <w:rsid w:val="00FB1240"/>
    <w:rsid w:val="00FB1326"/>
    <w:rsid w:val="00FB2DA7"/>
    <w:rsid w:val="00FB332E"/>
    <w:rsid w:val="00FB7894"/>
    <w:rsid w:val="00FC6014"/>
    <w:rsid w:val="00FC77F0"/>
    <w:rsid w:val="00FD040A"/>
    <w:rsid w:val="00FD0EE1"/>
    <w:rsid w:val="00FD0F9D"/>
    <w:rsid w:val="00FD1016"/>
    <w:rsid w:val="00FD11B9"/>
    <w:rsid w:val="00FD19A5"/>
    <w:rsid w:val="00FD5BAF"/>
    <w:rsid w:val="00FD66D8"/>
    <w:rsid w:val="00FD6C2A"/>
    <w:rsid w:val="00FE0AD0"/>
    <w:rsid w:val="00FE1521"/>
    <w:rsid w:val="00FE1FE0"/>
    <w:rsid w:val="00FE3C2E"/>
    <w:rsid w:val="00FE449C"/>
    <w:rsid w:val="00FE44E5"/>
    <w:rsid w:val="00FE4786"/>
    <w:rsid w:val="00FE4BC2"/>
    <w:rsid w:val="00FE4DC9"/>
    <w:rsid w:val="00FE5E45"/>
    <w:rsid w:val="00FF0208"/>
    <w:rsid w:val="00FF0594"/>
    <w:rsid w:val="00FF23FC"/>
    <w:rsid w:val="00FF513E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1F21469A"/>
  <w15:docId w15:val="{AA8083AE-CEA7-4B18-AF18-CAEB1718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78E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D53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3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D5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534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D5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34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B35BC"/>
    <w:pPr>
      <w:ind w:left="720"/>
      <w:contextualSpacing/>
    </w:pPr>
  </w:style>
  <w:style w:type="paragraph" w:styleId="NormalWeb">
    <w:name w:val="Normal (Web)"/>
    <w:basedOn w:val="Normal"/>
    <w:unhideWhenUsed/>
    <w:rsid w:val="00A958F7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9B61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ED56B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955B0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E12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ngampc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mmission@hengampc.ne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iRa\Desktop\&#1606;&#1605;&#1608;&#1606;&#1607;%20&#1587;&#1585;&#1576;&#1585;&#1711;%20&#1601;&#1575;&#1585;&#1587;&#174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4D05-0BB3-44BF-A738-4A5B6328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سربرگ فارسی</Template>
  <TotalTime>88</TotalTime>
  <Pages>1</Pages>
  <Words>211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SamiRa</dc:creator>
  <cp:lastModifiedBy>Soliman Shahriyari</cp:lastModifiedBy>
  <cp:revision>28</cp:revision>
  <cp:lastPrinted>2022-12-03T05:09:00Z</cp:lastPrinted>
  <dcterms:created xsi:type="dcterms:W3CDTF">2023-07-18T04:58:00Z</dcterms:created>
  <dcterms:modified xsi:type="dcterms:W3CDTF">2024-07-27T07:03:00Z</dcterms:modified>
</cp:coreProperties>
</file>